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1A187" w14:textId="77777777" w:rsidR="000522E7" w:rsidRDefault="000522E7" w:rsidP="00A06A5E"/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2077"/>
        <w:gridCol w:w="6315"/>
      </w:tblGrid>
      <w:tr w:rsidR="000522E7" w:rsidRPr="000522E7" w14:paraId="2E87380F" w14:textId="77777777" w:rsidTr="00204CFF">
        <w:tc>
          <w:tcPr>
            <w:tcW w:w="1208" w:type="dxa"/>
          </w:tcPr>
          <w:p w14:paraId="0636C74C" w14:textId="77777777" w:rsidR="000522E7" w:rsidRPr="000522E7" w:rsidRDefault="000522E7" w:rsidP="00204CFF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0522E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77" w:type="dxa"/>
          </w:tcPr>
          <w:p w14:paraId="7E8872A4" w14:textId="77777777" w:rsidR="000522E7" w:rsidRPr="000522E7" w:rsidRDefault="000522E7" w:rsidP="00204CF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522E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315" w:type="dxa"/>
          </w:tcPr>
          <w:p w14:paraId="53A2FB15" w14:textId="77777777" w:rsidR="000522E7" w:rsidRPr="000522E7" w:rsidRDefault="000522E7" w:rsidP="00204CF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522E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522E7" w:rsidRPr="000522E7" w14:paraId="686C2C24" w14:textId="77777777" w:rsidTr="00204CFF">
        <w:trPr>
          <w:trHeight w:val="675"/>
        </w:trPr>
        <w:tc>
          <w:tcPr>
            <w:tcW w:w="1208" w:type="dxa"/>
          </w:tcPr>
          <w:p w14:paraId="147E72B7" w14:textId="2D564DF9" w:rsidR="000522E7" w:rsidRPr="000522E7" w:rsidRDefault="000522E7" w:rsidP="00204CF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072</w:t>
            </w:r>
            <w:r w:rsidR="00A271C8">
              <w:rPr>
                <w:rFonts w:ascii="Poppins" w:hAnsi="Poppins" w:cs="Poppins"/>
              </w:rPr>
              <w:t>57130</w:t>
            </w:r>
          </w:p>
        </w:tc>
        <w:tc>
          <w:tcPr>
            <w:tcW w:w="2077" w:type="dxa"/>
          </w:tcPr>
          <w:p w14:paraId="52039319" w14:textId="77777777" w:rsidR="000522E7" w:rsidRPr="000522E7" w:rsidRDefault="000522E7" w:rsidP="00204CF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Pompa di Calore reversibile</w:t>
            </w:r>
          </w:p>
          <w:p w14:paraId="6E2EFDE5" w14:textId="77777777" w:rsidR="000522E7" w:rsidRPr="000522E7" w:rsidRDefault="000522E7" w:rsidP="00204CF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inverter</w:t>
            </w:r>
          </w:p>
          <w:p w14:paraId="1BCF35E7" w14:textId="12CC0E11" w:rsidR="000522E7" w:rsidRPr="000522E7" w:rsidRDefault="000522E7" w:rsidP="00204CF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EH</w:t>
            </w:r>
            <w:r w:rsidR="00A271C8">
              <w:rPr>
                <w:rFonts w:ascii="Poppins" w:hAnsi="Poppins" w:cs="Poppins"/>
              </w:rPr>
              <w:t>3222</w:t>
            </w:r>
            <w:r w:rsidRPr="000522E7">
              <w:rPr>
                <w:rFonts w:ascii="Poppins" w:hAnsi="Poppins" w:cs="Poppins"/>
              </w:rPr>
              <w:t>T-DC</w:t>
            </w:r>
          </w:p>
        </w:tc>
        <w:tc>
          <w:tcPr>
            <w:tcW w:w="6315" w:type="dxa"/>
          </w:tcPr>
          <w:p w14:paraId="05059BD3" w14:textId="316AFABA" w:rsidR="00F516D9" w:rsidRDefault="00F45E3F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Pompa di calore </w:t>
            </w:r>
            <w:r w:rsidR="000522E7" w:rsidRPr="000522E7">
              <w:rPr>
                <w:rFonts w:ascii="Poppins" w:hAnsi="Poppins" w:cs="Poppins"/>
              </w:rPr>
              <w:t>monoblocco</w:t>
            </w:r>
            <w:r>
              <w:rPr>
                <w:rFonts w:ascii="Poppins" w:hAnsi="Poppins" w:cs="Poppins"/>
              </w:rPr>
              <w:t xml:space="preserve">, Aria/Acqua, </w:t>
            </w:r>
            <w:r w:rsidR="00F516D9">
              <w:rPr>
                <w:rFonts w:ascii="Poppins" w:hAnsi="Poppins" w:cs="Poppins"/>
              </w:rPr>
              <w:t xml:space="preserve">di tipo </w:t>
            </w:r>
            <w:r>
              <w:rPr>
                <w:rFonts w:ascii="Poppins" w:hAnsi="Poppins" w:cs="Poppins"/>
              </w:rPr>
              <w:t>reversibile</w:t>
            </w:r>
            <w:r w:rsidR="00F516D9">
              <w:rPr>
                <w:rFonts w:ascii="Poppins" w:hAnsi="Poppins" w:cs="Poppins"/>
              </w:rPr>
              <w:t>.</w:t>
            </w:r>
          </w:p>
          <w:p w14:paraId="5531D5D7" w14:textId="144A3EE5" w:rsidR="00F516D9" w:rsidRDefault="00F516D9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Evaporazione/condensazione ad aria con ventilatori elicoidali (assiali) a flusso verticale, per installazione esterna.</w:t>
            </w:r>
          </w:p>
          <w:p w14:paraId="77538E32" w14:textId="30175B7C" w:rsidR="000522E7" w:rsidRPr="000522E7" w:rsidRDefault="00F516D9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</w:t>
            </w:r>
            <w:r w:rsidR="000522E7" w:rsidRPr="000522E7">
              <w:rPr>
                <w:rFonts w:ascii="Poppins" w:hAnsi="Poppins" w:cs="Poppins"/>
              </w:rPr>
              <w:t>unzionamento si</w:t>
            </w:r>
            <w:r>
              <w:rPr>
                <w:rFonts w:ascii="Poppins" w:hAnsi="Poppins" w:cs="Poppins"/>
              </w:rPr>
              <w:t xml:space="preserve">a </w:t>
            </w:r>
            <w:r w:rsidR="000522E7" w:rsidRPr="000522E7">
              <w:rPr>
                <w:rFonts w:ascii="Poppins" w:hAnsi="Poppins" w:cs="Poppins"/>
              </w:rPr>
              <w:t>in pompa di calore</w:t>
            </w:r>
            <w:r>
              <w:rPr>
                <w:rFonts w:ascii="Poppins" w:hAnsi="Poppins" w:cs="Poppins"/>
              </w:rPr>
              <w:t xml:space="preserve"> che in refrigerazione.</w:t>
            </w:r>
            <w:r w:rsidR="000522E7" w:rsidRPr="000522E7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C</w:t>
            </w:r>
            <w:r w:rsidR="000522E7" w:rsidRPr="000522E7">
              <w:rPr>
                <w:rFonts w:ascii="Poppins" w:hAnsi="Poppins" w:cs="Poppins"/>
              </w:rPr>
              <w:t>ompleta di gruppo idronico</w:t>
            </w:r>
            <w:r>
              <w:rPr>
                <w:rFonts w:ascii="Poppins" w:hAnsi="Poppins" w:cs="Poppins"/>
              </w:rPr>
              <w:t>.</w:t>
            </w:r>
          </w:p>
          <w:p w14:paraId="5B83059B" w14:textId="77777777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4C7AE572" w14:textId="77777777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1C133F6" w14:textId="615D1616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Fluido frigorigeno</w:t>
            </w:r>
            <w:r w:rsidR="00247C74">
              <w:rPr>
                <w:rFonts w:ascii="Poppins" w:hAnsi="Poppins" w:cs="Poppins"/>
              </w:rPr>
              <w:t>:</w:t>
            </w:r>
            <w:r w:rsidRPr="000522E7">
              <w:rPr>
                <w:rFonts w:ascii="Poppins" w:hAnsi="Poppins" w:cs="Poppins"/>
              </w:rPr>
              <w:t xml:space="preserve"> R</w:t>
            </w:r>
            <w:r w:rsidR="00F516D9">
              <w:rPr>
                <w:rFonts w:ascii="Poppins" w:hAnsi="Poppins" w:cs="Poppins"/>
              </w:rPr>
              <w:t>32.</w:t>
            </w:r>
          </w:p>
          <w:p w14:paraId="0BF32D47" w14:textId="77777777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B1CA628" w14:textId="3A78C516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Caratteristiche costruttive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6A478E1E" w14:textId="7031BD17" w:rsidR="00247C74" w:rsidRPr="00247C74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Compressore: ermetico rotativo tipo Scroll DC inverter (controllo della capacità variabile dal 30% al 120%)</w:t>
            </w:r>
            <w:r w:rsidR="00F516D9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con riduzione della corrente di spunto in fase di avviamento e rifasamento automatico. Completo di protezione termica e resistenza carter</w:t>
            </w:r>
          </w:p>
          <w:p w14:paraId="72D70CCF" w14:textId="003EC90F" w:rsidR="000522E7" w:rsidRP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Scambiatore lato aria a batteria alettata con tubi di rame e alette di alluminio con trattamento idrofilico. Completo di griglia di protezione</w:t>
            </w:r>
          </w:p>
          <w:p w14:paraId="3F134993" w14:textId="4C1A108E" w:rsidR="000522E7" w:rsidRPr="000522E7" w:rsidRDefault="005E026F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N. 2</w:t>
            </w:r>
            <w:r w:rsidR="000522E7" w:rsidRPr="000522E7">
              <w:rPr>
                <w:rFonts w:ascii="Poppins" w:hAnsi="Poppins" w:cs="Poppins"/>
              </w:rPr>
              <w:t xml:space="preserve"> Elettroventilatori di tipo elicoidale</w:t>
            </w:r>
            <w:r w:rsidR="00A01999">
              <w:rPr>
                <w:rFonts w:ascii="Poppins" w:hAnsi="Poppins" w:cs="Poppins"/>
              </w:rPr>
              <w:t>, a flusso verticale,</w:t>
            </w:r>
            <w:r w:rsidR="000522E7" w:rsidRPr="000522E7">
              <w:rPr>
                <w:rFonts w:ascii="Poppins" w:hAnsi="Poppins" w:cs="Poppins"/>
              </w:rPr>
              <w:t xml:space="preserve"> a rotore esterno munito di protezione termica e completo di griglia di protezione antinfortunistica</w:t>
            </w:r>
          </w:p>
          <w:p w14:paraId="61FA674A" w14:textId="6F039AF0" w:rsidR="000522E7" w:rsidRP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Dispositivo elettronico proporzionale per la regolazione in pressione e in continuo della velocità dei ventilatori</w:t>
            </w:r>
            <w:r w:rsidR="002B73A0">
              <w:rPr>
                <w:rFonts w:ascii="Poppins" w:hAnsi="Poppins" w:cs="Poppins"/>
              </w:rPr>
              <w:t xml:space="preserve"> (controllo di evaporazione/condensazione)</w:t>
            </w:r>
          </w:p>
          <w:p w14:paraId="5E596862" w14:textId="40E5B86D" w:rsid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Scambiatore lato acqua a piastre saldobrasate in acciaio inox adeguatamente isolato, completo di pressostato differenziale flusso acqua</w:t>
            </w:r>
            <w:r w:rsidR="00A01999">
              <w:rPr>
                <w:rFonts w:ascii="Poppins" w:hAnsi="Poppins" w:cs="Poppins"/>
              </w:rPr>
              <w:t xml:space="preserve"> e resistenza antigelo</w:t>
            </w:r>
          </w:p>
          <w:p w14:paraId="291C43D1" w14:textId="40D4E43B" w:rsidR="002B73A0" w:rsidRPr="000522E7" w:rsidRDefault="002B73A0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di espansione elettronica</w:t>
            </w:r>
          </w:p>
          <w:p w14:paraId="27066406" w14:textId="1B675DFB" w:rsidR="000522E7" w:rsidRP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Sonda di temperatura aria esterna di serie</w:t>
            </w:r>
          </w:p>
          <w:p w14:paraId="3B380DA7" w14:textId="0CC94C27" w:rsidR="000522E7" w:rsidRP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Struttura in lamiera zincata e verniciata, completa di resistenza elettrica antigelo sulla vaschetta raccogli condensa</w:t>
            </w:r>
          </w:p>
          <w:p w14:paraId="7070807A" w14:textId="5B990C2F" w:rsidR="000522E7" w:rsidRP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Allestimento con gruppo idronico, completo di circolatore ErP, vaso di espansione a membrana, valvole di sfiato aria e valvola di sicurezza</w:t>
            </w:r>
          </w:p>
          <w:p w14:paraId="26FDCD18" w14:textId="64E24040" w:rsid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>Pressostat</w:t>
            </w:r>
            <w:r w:rsidR="00A01999">
              <w:rPr>
                <w:rFonts w:ascii="Poppins" w:hAnsi="Poppins" w:cs="Poppins"/>
              </w:rPr>
              <w:t>o</w:t>
            </w:r>
            <w:r w:rsidRPr="000522E7">
              <w:rPr>
                <w:rFonts w:ascii="Poppins" w:hAnsi="Poppins" w:cs="Poppins"/>
              </w:rPr>
              <w:t xml:space="preserve"> di alta pressione</w:t>
            </w:r>
          </w:p>
          <w:p w14:paraId="1F5ECC13" w14:textId="56C7CC36" w:rsidR="00A01999" w:rsidRPr="000522E7" w:rsidRDefault="00A01999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Trasduttori di alta e di bassa pressione</w:t>
            </w:r>
          </w:p>
          <w:p w14:paraId="50E3276A" w14:textId="49F22236" w:rsidR="000522E7" w:rsidRP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Attacchi idraulici</w:t>
            </w:r>
          </w:p>
          <w:p w14:paraId="356BF2BD" w14:textId="2F9854FD" w:rsidR="000522E7" w:rsidRP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Scarico forzato unità. Modulazione del compressore per limitare potenza e corrente assorbita allo spunto; utilizzabile anche con funzione “night mode” per la limitazione della rumorosità in funzionamento notturno</w:t>
            </w:r>
          </w:p>
          <w:p w14:paraId="094BFF5A" w14:textId="3E4C1274" w:rsidR="000522E7" w:rsidRPr="000522E7" w:rsidRDefault="000522E7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Scheda “clock” (orologio)</w:t>
            </w:r>
          </w:p>
          <w:p w14:paraId="438FC622" w14:textId="076CAF0E" w:rsidR="000522E7" w:rsidRPr="000522E7" w:rsidRDefault="002B73A0" w:rsidP="00247C74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Gestione Master-Slave fino a 4 unità in parallelo</w:t>
            </w:r>
          </w:p>
          <w:p w14:paraId="7DB0E728" w14:textId="77777777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6A0DD73" w14:textId="6E30EC26" w:rsidR="000522E7" w:rsidRPr="00247C74" w:rsidRDefault="000522E7" w:rsidP="00204CF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47C74">
              <w:rPr>
                <w:rFonts w:ascii="Poppins" w:hAnsi="Poppins" w:cs="Poppins"/>
                <w:b/>
              </w:rPr>
              <w:t>Dati tecnici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645C3840" w14:textId="3FC50B14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Con Pannelli Radianti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7543B4E8" w14:textId="14F22826" w:rsidR="000522E7" w:rsidRPr="00247C74" w:rsidRDefault="000522E7" w:rsidP="00247C74">
            <w:pPr>
              <w:pStyle w:val="Testocommento"/>
              <w:numPr>
                <w:ilvl w:val="0"/>
                <w:numId w:val="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59410A">
              <w:rPr>
                <w:rFonts w:ascii="Poppins" w:hAnsi="Poppins" w:cs="Poppins"/>
              </w:rPr>
              <w:t>32</w:t>
            </w:r>
            <w:r w:rsidRPr="000522E7">
              <w:rPr>
                <w:rFonts w:ascii="Poppins" w:hAnsi="Poppins" w:cs="Poppins"/>
              </w:rPr>
              <w:t>,</w:t>
            </w:r>
            <w:r w:rsidR="0059410A"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 xml:space="preserve">0 kW; COP </w:t>
            </w:r>
            <w:r w:rsidR="0059410A">
              <w:rPr>
                <w:rFonts w:ascii="Poppins" w:hAnsi="Poppins" w:cs="Poppins"/>
              </w:rPr>
              <w:t>4</w:t>
            </w:r>
            <w:r w:rsidRPr="000522E7">
              <w:rPr>
                <w:rFonts w:ascii="Poppins" w:hAnsi="Poppins" w:cs="Poppins"/>
              </w:rPr>
              <w:t>,</w:t>
            </w:r>
            <w:r w:rsidR="0059410A">
              <w:rPr>
                <w:rFonts w:ascii="Poppins" w:hAnsi="Poppins" w:cs="Poppins"/>
              </w:rPr>
              <w:t>10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247C74">
              <w:rPr>
                <w:rFonts w:ascii="Poppins" w:hAnsi="Poppins" w:cs="Poppins"/>
              </w:rPr>
              <w:t>(temperatura acqua 35/30 °C; temperatura esterna 7 °C BS; 6 °C BU)</w:t>
            </w:r>
          </w:p>
          <w:p w14:paraId="6AE062C3" w14:textId="48CC7888" w:rsidR="000522E7" w:rsidRPr="00247C74" w:rsidRDefault="000522E7" w:rsidP="00247C74">
            <w:pPr>
              <w:pStyle w:val="Testocommento"/>
              <w:numPr>
                <w:ilvl w:val="0"/>
                <w:numId w:val="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59410A">
              <w:rPr>
                <w:rFonts w:ascii="Poppins" w:hAnsi="Poppins" w:cs="Poppins"/>
              </w:rPr>
              <w:t>22</w:t>
            </w:r>
            <w:r w:rsidRPr="000522E7">
              <w:rPr>
                <w:rFonts w:ascii="Poppins" w:hAnsi="Poppins" w:cs="Poppins"/>
              </w:rPr>
              <w:t>,</w:t>
            </w:r>
            <w:r w:rsidR="0059410A"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 xml:space="preserve">0 kW; COP </w:t>
            </w:r>
            <w:r w:rsidR="0059410A">
              <w:rPr>
                <w:rFonts w:ascii="Poppins" w:hAnsi="Poppins" w:cs="Poppins"/>
              </w:rPr>
              <w:t>2</w:t>
            </w:r>
            <w:r w:rsidRPr="000522E7">
              <w:rPr>
                <w:rFonts w:ascii="Poppins" w:hAnsi="Poppins" w:cs="Poppins"/>
              </w:rPr>
              <w:t>,</w:t>
            </w:r>
            <w:r w:rsidR="0059410A">
              <w:rPr>
                <w:rFonts w:ascii="Poppins" w:hAnsi="Poppins" w:cs="Poppins"/>
              </w:rPr>
              <w:t>92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247C74">
              <w:rPr>
                <w:rFonts w:ascii="Poppins" w:hAnsi="Poppins" w:cs="Poppins"/>
              </w:rPr>
              <w:t>(temperatura acqua 35/30 °C; temperatura esterna -7 °C BS; -8 °C BU)</w:t>
            </w:r>
          </w:p>
          <w:p w14:paraId="25A6D13C" w14:textId="2A1CFB53" w:rsidR="000522E7" w:rsidRPr="00247C74" w:rsidRDefault="000522E7" w:rsidP="00204CFF">
            <w:pPr>
              <w:pStyle w:val="Testocommento"/>
              <w:numPr>
                <w:ilvl w:val="0"/>
                <w:numId w:val="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frigorifera: </w:t>
            </w:r>
            <w:r w:rsidR="0059410A">
              <w:rPr>
                <w:rFonts w:ascii="Poppins" w:hAnsi="Poppins" w:cs="Poppins"/>
              </w:rPr>
              <w:t>41</w:t>
            </w:r>
            <w:r w:rsidRPr="000522E7">
              <w:rPr>
                <w:rFonts w:ascii="Poppins" w:hAnsi="Poppins" w:cs="Poppins"/>
              </w:rPr>
              <w:t>,10 kW; EER 3,6</w:t>
            </w:r>
            <w:r w:rsidR="0059410A">
              <w:rPr>
                <w:rFonts w:ascii="Poppins" w:hAnsi="Poppins" w:cs="Poppins"/>
              </w:rPr>
              <w:t>8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247C74">
              <w:rPr>
                <w:rFonts w:ascii="Poppins" w:hAnsi="Poppins" w:cs="Poppins"/>
              </w:rPr>
              <w:t>(temperatura acqua 18/23 °C; temperatura esterna 35 °C)</w:t>
            </w:r>
          </w:p>
          <w:p w14:paraId="0BB5C491" w14:textId="5E86EC54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Con Unità Terminali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300EDDF7" w14:textId="6B8D89ED" w:rsidR="000522E7" w:rsidRPr="000522E7" w:rsidRDefault="000522E7" w:rsidP="00247C74">
            <w:pPr>
              <w:pStyle w:val="Testocomment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59410A">
              <w:rPr>
                <w:rFonts w:ascii="Poppins" w:hAnsi="Poppins" w:cs="Poppins"/>
              </w:rPr>
              <w:t>32</w:t>
            </w:r>
            <w:r w:rsidRPr="000522E7">
              <w:rPr>
                <w:rFonts w:ascii="Poppins" w:hAnsi="Poppins" w:cs="Poppins"/>
              </w:rPr>
              <w:t>,</w:t>
            </w:r>
            <w:r w:rsidR="0059410A">
              <w:rPr>
                <w:rFonts w:ascii="Poppins" w:hAnsi="Poppins" w:cs="Poppins"/>
              </w:rPr>
              <w:t>1</w:t>
            </w:r>
            <w:r w:rsidRPr="000522E7">
              <w:rPr>
                <w:rFonts w:ascii="Poppins" w:hAnsi="Poppins" w:cs="Poppins"/>
              </w:rPr>
              <w:t>0 kW; COP 3,</w:t>
            </w:r>
            <w:r w:rsidR="0059410A">
              <w:rPr>
                <w:rFonts w:ascii="Poppins" w:hAnsi="Poppins" w:cs="Poppins"/>
              </w:rPr>
              <w:t>33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79169566" w14:textId="6E1B142D" w:rsidR="000522E7" w:rsidRPr="000522E7" w:rsidRDefault="000522E7" w:rsidP="00247C74">
            <w:pPr>
              <w:pStyle w:val="Testocomment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59410A">
              <w:rPr>
                <w:rFonts w:ascii="Poppins" w:hAnsi="Poppins" w:cs="Poppins"/>
              </w:rPr>
              <w:t>22</w:t>
            </w:r>
            <w:r w:rsidRPr="000522E7">
              <w:rPr>
                <w:rFonts w:ascii="Poppins" w:hAnsi="Poppins" w:cs="Poppins"/>
              </w:rPr>
              <w:t>,</w:t>
            </w:r>
            <w:r w:rsidR="0059410A">
              <w:rPr>
                <w:rFonts w:ascii="Poppins" w:hAnsi="Poppins" w:cs="Poppins"/>
              </w:rPr>
              <w:t>7</w:t>
            </w:r>
            <w:r w:rsidRPr="000522E7">
              <w:rPr>
                <w:rFonts w:ascii="Poppins" w:hAnsi="Poppins" w:cs="Poppins"/>
              </w:rPr>
              <w:t>0 kW; COP 2,</w:t>
            </w:r>
            <w:r w:rsidR="0059410A">
              <w:rPr>
                <w:rFonts w:ascii="Poppins" w:hAnsi="Poppins" w:cs="Poppins"/>
              </w:rPr>
              <w:t>46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11F1EC16" w14:textId="48F50F4B" w:rsidR="000522E7" w:rsidRPr="000522E7" w:rsidRDefault="000522E7" w:rsidP="00247C74">
            <w:pPr>
              <w:pStyle w:val="Testocomment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frigorifera: </w:t>
            </w:r>
            <w:r w:rsidR="0059410A">
              <w:rPr>
                <w:rFonts w:ascii="Poppins" w:hAnsi="Poppins" w:cs="Poppins"/>
              </w:rPr>
              <w:t>29</w:t>
            </w:r>
            <w:r w:rsidRPr="000522E7">
              <w:rPr>
                <w:rFonts w:ascii="Poppins" w:hAnsi="Poppins" w:cs="Poppins"/>
              </w:rPr>
              <w:t>,</w:t>
            </w:r>
            <w:r w:rsidR="0059410A">
              <w:rPr>
                <w:rFonts w:ascii="Poppins" w:hAnsi="Poppins" w:cs="Poppins"/>
              </w:rPr>
              <w:t>8</w:t>
            </w:r>
            <w:r w:rsidRPr="000522E7">
              <w:rPr>
                <w:rFonts w:ascii="Poppins" w:hAnsi="Poppins" w:cs="Poppins"/>
              </w:rPr>
              <w:t>0 kW; EER 2,</w:t>
            </w:r>
            <w:r w:rsidR="0059410A">
              <w:rPr>
                <w:rFonts w:ascii="Poppins" w:hAnsi="Poppins" w:cs="Poppins"/>
              </w:rPr>
              <w:t>9</w:t>
            </w:r>
            <w:r w:rsidRPr="000522E7">
              <w:rPr>
                <w:rFonts w:ascii="Poppins" w:hAnsi="Poppins" w:cs="Poppins"/>
              </w:rPr>
              <w:t>2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7/12 °C; temperatura esterna 35°C)</w:t>
            </w:r>
          </w:p>
          <w:p w14:paraId="08FACECE" w14:textId="15773783" w:rsidR="000522E7" w:rsidRPr="000522E7" w:rsidRDefault="000522E7" w:rsidP="00247C74">
            <w:pPr>
              <w:pStyle w:val="Testocommento"/>
              <w:numPr>
                <w:ilvl w:val="0"/>
                <w:numId w:val="10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Prevalenza utile lato impianto: </w:t>
            </w:r>
            <w:r w:rsidR="0059410A">
              <w:rPr>
                <w:rFonts w:ascii="Poppins" w:hAnsi="Poppins" w:cs="Poppins"/>
              </w:rPr>
              <w:t>128</w:t>
            </w:r>
            <w:r w:rsidRPr="000522E7">
              <w:rPr>
                <w:rFonts w:ascii="Poppins" w:hAnsi="Poppins" w:cs="Poppins"/>
              </w:rPr>
              <w:t xml:space="preserve"> kPa</w:t>
            </w:r>
          </w:p>
          <w:p w14:paraId="18DC5AE7" w14:textId="77777777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8980DE2" w14:textId="6D3B41C5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Livello di potenza sonora</w:t>
            </w:r>
            <w:r w:rsidR="00E62CD9">
              <w:rPr>
                <w:rFonts w:ascii="Poppins" w:hAnsi="Poppins" w:cs="Poppins"/>
              </w:rPr>
              <w:t xml:space="preserve"> (secondo norma EN 12102-1)</w:t>
            </w:r>
            <w:r w:rsidRPr="000522E7">
              <w:rPr>
                <w:rFonts w:ascii="Poppins" w:hAnsi="Poppins" w:cs="Poppins"/>
              </w:rPr>
              <w:t xml:space="preserve">: </w:t>
            </w:r>
            <w:r w:rsidR="00E62CD9">
              <w:rPr>
                <w:rFonts w:ascii="Poppins" w:hAnsi="Poppins" w:cs="Poppins"/>
              </w:rPr>
              <w:t>78</w:t>
            </w:r>
            <w:r w:rsidRPr="000522E7">
              <w:rPr>
                <w:rFonts w:ascii="Poppins" w:hAnsi="Poppins" w:cs="Poppins"/>
              </w:rPr>
              <w:t xml:space="preserve"> d</w:t>
            </w:r>
            <w:r w:rsidR="00E62CD9">
              <w:rPr>
                <w:rFonts w:ascii="Poppins" w:hAnsi="Poppins" w:cs="Poppins"/>
              </w:rPr>
              <w:t>B</w:t>
            </w:r>
            <w:r w:rsidRPr="000522E7">
              <w:rPr>
                <w:rFonts w:ascii="Poppins" w:hAnsi="Poppins" w:cs="Poppins"/>
              </w:rPr>
              <w:t>(A)</w:t>
            </w:r>
          </w:p>
          <w:p w14:paraId="5C597942" w14:textId="3B1BE581" w:rsidR="000522E7" w:rsidRPr="000522E7" w:rsidRDefault="000522E7" w:rsidP="00204CFF">
            <w:pPr>
              <w:autoSpaceDE w:val="0"/>
              <w:autoSpaceDN w:val="0"/>
              <w:adjustRightInd w:val="0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>Livello di pressione sonora: 5</w:t>
            </w:r>
            <w:r w:rsidR="00570ADA">
              <w:rPr>
                <w:rFonts w:ascii="Poppins" w:hAnsi="Poppins" w:cs="Poppins"/>
                <w:sz w:val="20"/>
              </w:rPr>
              <w:t>6</w:t>
            </w:r>
            <w:r w:rsidRPr="000522E7">
              <w:rPr>
                <w:rFonts w:ascii="Poppins" w:hAnsi="Poppins" w:cs="Poppins"/>
                <w:sz w:val="20"/>
              </w:rPr>
              <w:t xml:space="preserve"> dB(A) – valore riferito a fattore di direzionalità pari a 2 in campo aperto e distanza pari a 5 m.</w:t>
            </w:r>
          </w:p>
          <w:p w14:paraId="6F8DB0DD" w14:textId="77777777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9C710F6" w14:textId="1A3AA3BF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Circuito idraulico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54E27ED0" w14:textId="50792EFF" w:rsidR="000522E7" w:rsidRPr="000522E7" w:rsidRDefault="000522E7" w:rsidP="00247C74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Massima pressione di esercizio </w:t>
            </w:r>
            <w:r w:rsidR="00E62CD9">
              <w:rPr>
                <w:rFonts w:ascii="Poppins" w:hAnsi="Poppins" w:cs="Poppins"/>
              </w:rPr>
              <w:t>3</w:t>
            </w:r>
            <w:r w:rsidRPr="000522E7">
              <w:rPr>
                <w:rFonts w:ascii="Poppins" w:hAnsi="Poppins" w:cs="Poppins"/>
              </w:rPr>
              <w:t xml:space="preserve"> bar</w:t>
            </w:r>
          </w:p>
          <w:p w14:paraId="1027DC6A" w14:textId="39D62AF2" w:rsidR="000522E7" w:rsidRPr="000522E7" w:rsidRDefault="000522E7" w:rsidP="00247C74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Pompa di circolazione ErP</w:t>
            </w:r>
          </w:p>
          <w:p w14:paraId="643F82BB" w14:textId="02DACBCB" w:rsidR="000522E7" w:rsidRDefault="000522E7" w:rsidP="00247C74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Attacchi idraulici: </w:t>
            </w:r>
            <w:r w:rsidR="00E62CD9">
              <w:rPr>
                <w:rFonts w:ascii="Poppins" w:hAnsi="Poppins" w:cs="Poppins"/>
              </w:rPr>
              <w:t>2”</w:t>
            </w:r>
            <w:r w:rsidRPr="000522E7">
              <w:rPr>
                <w:rFonts w:ascii="Poppins" w:hAnsi="Poppins" w:cs="Poppins"/>
              </w:rPr>
              <w:t xml:space="preserve"> M</w:t>
            </w:r>
          </w:p>
          <w:p w14:paraId="1EC8DD40" w14:textId="0F1DA47A" w:rsidR="002F0035" w:rsidRPr="000522E7" w:rsidRDefault="002F0035" w:rsidP="00247C74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Contenuto accumulo inerziale: 150 litri</w:t>
            </w:r>
          </w:p>
          <w:p w14:paraId="738730EC" w14:textId="77777777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46CCAA4" w14:textId="75CEE7EB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>Caratteristiche elettriche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7CA6C79F" w14:textId="77777777" w:rsidR="000522E7" w:rsidRPr="000522E7" w:rsidRDefault="000522E7" w:rsidP="00247C74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Alimentazione elettrica: 400 Vac/3 Ph/50 Hz</w:t>
            </w:r>
          </w:p>
          <w:p w14:paraId="25451AFF" w14:textId="673BF2F3" w:rsidR="000522E7" w:rsidRPr="000522E7" w:rsidRDefault="000522E7" w:rsidP="00247C74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Corrente nominale: 1</w:t>
            </w:r>
            <w:r w:rsidR="002F0035">
              <w:rPr>
                <w:rFonts w:ascii="Poppins" w:hAnsi="Poppins" w:cs="Poppins"/>
              </w:rPr>
              <w:t>6</w:t>
            </w:r>
            <w:r w:rsidRPr="000522E7">
              <w:rPr>
                <w:rFonts w:ascii="Poppins" w:hAnsi="Poppins" w:cs="Poppins"/>
              </w:rPr>
              <w:t>,</w:t>
            </w:r>
            <w:r w:rsidR="002F0035">
              <w:rPr>
                <w:rFonts w:ascii="Poppins" w:hAnsi="Poppins" w:cs="Poppins"/>
              </w:rPr>
              <w:t>1</w:t>
            </w:r>
            <w:r w:rsidRPr="000522E7">
              <w:rPr>
                <w:rFonts w:ascii="Poppins" w:hAnsi="Poppins" w:cs="Poppins"/>
              </w:rPr>
              <w:t xml:space="preserve"> A</w:t>
            </w:r>
          </w:p>
          <w:p w14:paraId="67296268" w14:textId="24122B92" w:rsidR="000522E7" w:rsidRPr="000522E7" w:rsidRDefault="000522E7" w:rsidP="00247C74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 xml:space="preserve">Massima corrente assorbita: </w:t>
            </w:r>
            <w:r w:rsidR="002F0035">
              <w:rPr>
                <w:rFonts w:ascii="Poppins" w:hAnsi="Poppins" w:cs="Poppins"/>
              </w:rPr>
              <w:t>20</w:t>
            </w:r>
            <w:r w:rsidRPr="000522E7">
              <w:rPr>
                <w:rFonts w:ascii="Poppins" w:hAnsi="Poppins" w:cs="Poppins"/>
              </w:rPr>
              <w:t>,</w:t>
            </w:r>
            <w:r w:rsidR="002F0035">
              <w:rPr>
                <w:rFonts w:ascii="Poppins" w:hAnsi="Poppins" w:cs="Poppins"/>
              </w:rPr>
              <w:t>8</w:t>
            </w:r>
            <w:r w:rsidRPr="000522E7">
              <w:rPr>
                <w:rFonts w:ascii="Poppins" w:hAnsi="Poppins" w:cs="Poppins"/>
              </w:rPr>
              <w:t xml:space="preserve"> A</w:t>
            </w:r>
          </w:p>
          <w:p w14:paraId="39B10B58" w14:textId="77777777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80D0775" w14:textId="20AC27FB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>Dimensioni e peso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06E40134" w14:textId="43E14308" w:rsidR="000522E7" w:rsidRPr="000522E7" w:rsidRDefault="000522E7" w:rsidP="00247C74">
            <w:pPr>
              <w:pStyle w:val="Testocommento"/>
              <w:numPr>
                <w:ilvl w:val="0"/>
                <w:numId w:val="13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Larghezza [mm] x Altezza [mm] x Profondità [mm]: </w:t>
            </w:r>
            <w:r w:rsidR="002F0035">
              <w:rPr>
                <w:rFonts w:ascii="Poppins" w:hAnsi="Poppins" w:cs="Poppins"/>
              </w:rPr>
              <w:t>2320</w:t>
            </w:r>
            <w:r w:rsidRPr="000522E7">
              <w:rPr>
                <w:rFonts w:ascii="Poppins" w:hAnsi="Poppins" w:cs="Poppins"/>
              </w:rPr>
              <w:t xml:space="preserve"> x </w:t>
            </w:r>
            <w:r w:rsidR="002F0035">
              <w:rPr>
                <w:rFonts w:ascii="Poppins" w:hAnsi="Poppins" w:cs="Poppins"/>
              </w:rPr>
              <w:t>1590</w:t>
            </w:r>
            <w:r w:rsidRPr="000522E7">
              <w:rPr>
                <w:rFonts w:ascii="Poppins" w:hAnsi="Poppins" w:cs="Poppins"/>
              </w:rPr>
              <w:t xml:space="preserve"> x </w:t>
            </w:r>
            <w:r w:rsidR="002F0035">
              <w:rPr>
                <w:rFonts w:ascii="Poppins" w:hAnsi="Poppins" w:cs="Poppins"/>
              </w:rPr>
              <w:t>1000</w:t>
            </w:r>
          </w:p>
          <w:p w14:paraId="740ED85E" w14:textId="6CCEEB76" w:rsidR="000522E7" w:rsidRPr="000522E7" w:rsidRDefault="000522E7" w:rsidP="00247C74">
            <w:pPr>
              <w:pStyle w:val="Testocommento"/>
              <w:numPr>
                <w:ilvl w:val="0"/>
                <w:numId w:val="13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Peso: </w:t>
            </w:r>
            <w:r w:rsidR="002F0035">
              <w:rPr>
                <w:rFonts w:ascii="Poppins" w:hAnsi="Poppins" w:cs="Poppins"/>
              </w:rPr>
              <w:t>555</w:t>
            </w:r>
            <w:r w:rsidRPr="000522E7">
              <w:rPr>
                <w:rFonts w:ascii="Poppins" w:hAnsi="Poppins" w:cs="Poppins"/>
              </w:rPr>
              <w:t xml:space="preserve"> kg</w:t>
            </w:r>
          </w:p>
          <w:p w14:paraId="788F7BFD" w14:textId="77777777" w:rsidR="000522E7" w:rsidRPr="000522E7" w:rsidRDefault="000522E7" w:rsidP="00204CF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394A434" w14:textId="289B3DA3" w:rsidR="000522E7" w:rsidRPr="000522E7" w:rsidRDefault="000522E7" w:rsidP="00247C7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 xml:space="preserve">Marca </w:t>
            </w:r>
            <w:r w:rsidRPr="002F0035">
              <w:rPr>
                <w:rFonts w:ascii="Poppins" w:hAnsi="Poppins" w:cs="Poppins"/>
                <w:b/>
              </w:rPr>
              <w:t>E</w:t>
            </w:r>
            <w:r w:rsidR="00247C74">
              <w:rPr>
                <w:rFonts w:ascii="Poppins" w:hAnsi="Poppins" w:cs="Poppins"/>
                <w:b/>
              </w:rPr>
              <w:t>mmeti</w:t>
            </w:r>
            <w:r w:rsidRPr="002F0035">
              <w:rPr>
                <w:rFonts w:ascii="Poppins" w:hAnsi="Poppins" w:cs="Poppins"/>
                <w:b/>
              </w:rPr>
              <w:t xml:space="preserve"> - Modello </w:t>
            </w:r>
            <w:r w:rsidR="00247C74" w:rsidRPr="00247C74">
              <w:rPr>
                <w:rFonts w:ascii="Poppins" w:hAnsi="Poppins" w:cs="Poppins"/>
                <w:b/>
              </w:rPr>
              <w:t>Pompa di Calore reversibile</w:t>
            </w:r>
            <w:r w:rsidR="00247C74">
              <w:rPr>
                <w:rFonts w:ascii="Poppins" w:hAnsi="Poppins" w:cs="Poppins"/>
                <w:b/>
              </w:rPr>
              <w:t xml:space="preserve"> </w:t>
            </w:r>
            <w:r w:rsidR="00247C74" w:rsidRPr="00247C74">
              <w:rPr>
                <w:rFonts w:ascii="Poppins" w:hAnsi="Poppins" w:cs="Poppins"/>
                <w:b/>
              </w:rPr>
              <w:t>inverter</w:t>
            </w:r>
            <w:r w:rsidR="00247C74">
              <w:rPr>
                <w:rFonts w:ascii="Poppins" w:hAnsi="Poppins" w:cs="Poppins"/>
                <w:b/>
              </w:rPr>
              <w:t xml:space="preserve"> </w:t>
            </w:r>
            <w:r w:rsidR="00247C74" w:rsidRPr="00247C74">
              <w:rPr>
                <w:rFonts w:ascii="Poppins" w:hAnsi="Poppins" w:cs="Poppins"/>
                <w:b/>
              </w:rPr>
              <w:t>EH3222T-DC</w:t>
            </w:r>
            <w:r w:rsidR="00247C74" w:rsidRPr="00247C74">
              <w:rPr>
                <w:rFonts w:ascii="Poppins" w:hAnsi="Poppins" w:cs="Poppins"/>
                <w:b/>
              </w:rPr>
              <w:t xml:space="preserve"> </w:t>
            </w:r>
            <w:r w:rsidRPr="002F0035">
              <w:rPr>
                <w:rFonts w:ascii="Poppins" w:hAnsi="Poppins" w:cs="Poppins"/>
                <w:b/>
              </w:rPr>
              <w:t>o equivalente</w:t>
            </w:r>
            <w:r w:rsidR="00247C74">
              <w:rPr>
                <w:rFonts w:ascii="Poppins" w:hAnsi="Poppins" w:cs="Poppins"/>
                <w:b/>
              </w:rPr>
              <w:t>.</w:t>
            </w:r>
          </w:p>
        </w:tc>
      </w:tr>
      <w:tr w:rsidR="003A3500" w:rsidRPr="000522E7" w14:paraId="4A575264" w14:textId="77777777" w:rsidTr="00204CFF">
        <w:trPr>
          <w:trHeight w:val="675"/>
        </w:trPr>
        <w:tc>
          <w:tcPr>
            <w:tcW w:w="1208" w:type="dxa"/>
          </w:tcPr>
          <w:p w14:paraId="18E64556" w14:textId="1D90CCD2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>072</w:t>
            </w:r>
            <w:r>
              <w:rPr>
                <w:rFonts w:ascii="Poppins" w:hAnsi="Poppins" w:cs="Poppins"/>
              </w:rPr>
              <w:t>571</w:t>
            </w:r>
            <w:r w:rsidR="001E2BC0">
              <w:rPr>
                <w:rFonts w:ascii="Poppins" w:hAnsi="Poppins" w:cs="Poppins"/>
              </w:rPr>
              <w:t>4</w:t>
            </w:r>
            <w:r>
              <w:rPr>
                <w:rFonts w:ascii="Poppins" w:hAnsi="Poppins" w:cs="Poppins"/>
              </w:rPr>
              <w:t>0</w:t>
            </w:r>
          </w:p>
        </w:tc>
        <w:tc>
          <w:tcPr>
            <w:tcW w:w="2077" w:type="dxa"/>
          </w:tcPr>
          <w:p w14:paraId="6BE65675" w14:textId="77777777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Pompa di Calore reversibile</w:t>
            </w:r>
          </w:p>
          <w:p w14:paraId="7E8FA4D6" w14:textId="77777777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inverter</w:t>
            </w:r>
          </w:p>
          <w:p w14:paraId="0ED48661" w14:textId="4BE52629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EH</w:t>
            </w:r>
            <w:r w:rsidR="001E2BC0">
              <w:rPr>
                <w:rFonts w:ascii="Poppins" w:hAnsi="Poppins" w:cs="Poppins"/>
              </w:rPr>
              <w:t>4</w:t>
            </w:r>
            <w:r>
              <w:rPr>
                <w:rFonts w:ascii="Poppins" w:hAnsi="Poppins" w:cs="Poppins"/>
              </w:rPr>
              <w:t>222</w:t>
            </w:r>
            <w:r w:rsidRPr="000522E7">
              <w:rPr>
                <w:rFonts w:ascii="Poppins" w:hAnsi="Poppins" w:cs="Poppins"/>
              </w:rPr>
              <w:t>T-DC</w:t>
            </w:r>
          </w:p>
        </w:tc>
        <w:tc>
          <w:tcPr>
            <w:tcW w:w="6315" w:type="dxa"/>
          </w:tcPr>
          <w:p w14:paraId="70261B5A" w14:textId="77777777" w:rsidR="003A3500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Pompa di calore </w:t>
            </w:r>
            <w:r w:rsidRPr="000522E7">
              <w:rPr>
                <w:rFonts w:ascii="Poppins" w:hAnsi="Poppins" w:cs="Poppins"/>
              </w:rPr>
              <w:t>monoblocco</w:t>
            </w:r>
            <w:r>
              <w:rPr>
                <w:rFonts w:ascii="Poppins" w:hAnsi="Poppins" w:cs="Poppins"/>
              </w:rPr>
              <w:t>, Aria/Acqua, di tipo reversibile.</w:t>
            </w:r>
          </w:p>
          <w:p w14:paraId="00F43340" w14:textId="58559132" w:rsidR="003A3500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Evaporazione/condensazione ad aria con ventilatori elicoidali (assiali) a flusso verticale, per installazione esterna.</w:t>
            </w:r>
          </w:p>
          <w:p w14:paraId="335ED2ED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</w:t>
            </w:r>
            <w:r w:rsidRPr="000522E7">
              <w:rPr>
                <w:rFonts w:ascii="Poppins" w:hAnsi="Poppins" w:cs="Poppins"/>
              </w:rPr>
              <w:t>unzionamento si</w:t>
            </w:r>
            <w:r>
              <w:rPr>
                <w:rFonts w:ascii="Poppins" w:hAnsi="Poppins" w:cs="Poppins"/>
              </w:rPr>
              <w:t xml:space="preserve">a </w:t>
            </w:r>
            <w:r w:rsidRPr="000522E7">
              <w:rPr>
                <w:rFonts w:ascii="Poppins" w:hAnsi="Poppins" w:cs="Poppins"/>
              </w:rPr>
              <w:t>in pompa di calore</w:t>
            </w:r>
            <w:r>
              <w:rPr>
                <w:rFonts w:ascii="Poppins" w:hAnsi="Poppins" w:cs="Poppins"/>
              </w:rPr>
              <w:t xml:space="preserve"> che in refrigerazione.</w:t>
            </w:r>
            <w:r w:rsidRPr="000522E7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C</w:t>
            </w:r>
            <w:r w:rsidRPr="000522E7">
              <w:rPr>
                <w:rFonts w:ascii="Poppins" w:hAnsi="Poppins" w:cs="Poppins"/>
              </w:rPr>
              <w:t>ompleta di gruppo idronico</w:t>
            </w:r>
            <w:r>
              <w:rPr>
                <w:rFonts w:ascii="Poppins" w:hAnsi="Poppins" w:cs="Poppins"/>
              </w:rPr>
              <w:t>.</w:t>
            </w:r>
          </w:p>
          <w:p w14:paraId="57CE9C2C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2C4A33AB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5ACE3AA" w14:textId="6BEB7B05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Fluido frigorigeno</w:t>
            </w:r>
            <w:r w:rsidR="00247C74">
              <w:rPr>
                <w:rFonts w:ascii="Poppins" w:hAnsi="Poppins" w:cs="Poppins"/>
              </w:rPr>
              <w:t>:</w:t>
            </w:r>
            <w:r w:rsidRPr="000522E7">
              <w:rPr>
                <w:rFonts w:ascii="Poppins" w:hAnsi="Poppins" w:cs="Poppins"/>
              </w:rPr>
              <w:t xml:space="preserve"> R</w:t>
            </w:r>
            <w:r>
              <w:rPr>
                <w:rFonts w:ascii="Poppins" w:hAnsi="Poppins" w:cs="Poppins"/>
              </w:rPr>
              <w:t>32.</w:t>
            </w:r>
          </w:p>
          <w:p w14:paraId="44A6C19B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C5E30C6" w14:textId="688AE6AF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Caratteristiche costruttive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5481F11F" w14:textId="755E0D1D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Compressore: ermetico rotativo tipo Scroll DC inverter (controllo della capacità variabile dal 30% al 120%)</w:t>
            </w:r>
            <w:r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con riduzione della corrente di spunto in fase di avviamento e rifasamento automatico. Completo di protezione termica e resistenza carter</w:t>
            </w:r>
          </w:p>
          <w:p w14:paraId="180C2042" w14:textId="11FDB957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Scambiatore lato aria a batteria alettata con tubi di rame e alette di alluminio con trattamento idrofilico. Completo di griglia di protezione</w:t>
            </w:r>
          </w:p>
          <w:p w14:paraId="243E5055" w14:textId="500B04D4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N. 2</w:t>
            </w:r>
            <w:r w:rsidRPr="000522E7">
              <w:rPr>
                <w:rFonts w:ascii="Poppins" w:hAnsi="Poppins" w:cs="Poppins"/>
              </w:rPr>
              <w:t xml:space="preserve"> Elettroventilatori di tipo elicoidale</w:t>
            </w:r>
            <w:r>
              <w:rPr>
                <w:rFonts w:ascii="Poppins" w:hAnsi="Poppins" w:cs="Poppins"/>
              </w:rPr>
              <w:t>, a flusso verticale,</w:t>
            </w:r>
            <w:r w:rsidRPr="000522E7">
              <w:rPr>
                <w:rFonts w:ascii="Poppins" w:hAnsi="Poppins" w:cs="Poppins"/>
              </w:rPr>
              <w:t xml:space="preserve"> a rotore esterno munito di protezione termica e completo di griglia di protezione antinfortunistica</w:t>
            </w:r>
          </w:p>
          <w:p w14:paraId="059C83E1" w14:textId="0D4A71A9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Dispositivo elettronico proporzionale per la regolazione in pressione e in continuo della velocità dei ventilatori</w:t>
            </w:r>
            <w:r>
              <w:rPr>
                <w:rFonts w:ascii="Poppins" w:hAnsi="Poppins" w:cs="Poppins"/>
              </w:rPr>
              <w:t xml:space="preserve"> (controllo di evaporazione/ condensazione)</w:t>
            </w:r>
          </w:p>
          <w:p w14:paraId="607C0EA7" w14:textId="76AACFA2" w:rsidR="003A3500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Scambiatore lato acqua a piastre saldobrasate in acciaio inox adeguatamente isolato, completo di pressostato differenziale flusso acqua</w:t>
            </w:r>
            <w:r>
              <w:rPr>
                <w:rFonts w:ascii="Poppins" w:hAnsi="Poppins" w:cs="Poppins"/>
              </w:rPr>
              <w:t xml:space="preserve"> e resistenza antigelo</w:t>
            </w:r>
          </w:p>
          <w:p w14:paraId="124AF430" w14:textId="0EC1CD7E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di espansione elettronica</w:t>
            </w:r>
          </w:p>
          <w:p w14:paraId="60868EE8" w14:textId="7974715E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>Sonda di temperatura aria esterna di serie</w:t>
            </w:r>
          </w:p>
          <w:p w14:paraId="25254056" w14:textId="0F92843E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Struttura in lamiera zincata e verniciata, completa di resistenza elettrica antigelo sulla vaschetta raccogli condensa</w:t>
            </w:r>
          </w:p>
          <w:p w14:paraId="2121E5DB" w14:textId="419C95AE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Allestimento con gruppo idronico, completo di circolatore ErP, vaso di espansione a membrana, valvole di sfiato aria e valvola di sicurezza</w:t>
            </w:r>
          </w:p>
          <w:p w14:paraId="2C7BC865" w14:textId="2C7471E0" w:rsidR="003A3500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Pressostat</w:t>
            </w:r>
            <w:r>
              <w:rPr>
                <w:rFonts w:ascii="Poppins" w:hAnsi="Poppins" w:cs="Poppins"/>
              </w:rPr>
              <w:t>o</w:t>
            </w:r>
            <w:r w:rsidRPr="000522E7">
              <w:rPr>
                <w:rFonts w:ascii="Poppins" w:hAnsi="Poppins" w:cs="Poppins"/>
              </w:rPr>
              <w:t xml:space="preserve"> di alta pressione</w:t>
            </w:r>
          </w:p>
          <w:p w14:paraId="23C38942" w14:textId="0A416868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Trasduttori di alta e di bassa pressione</w:t>
            </w:r>
          </w:p>
          <w:p w14:paraId="1F757628" w14:textId="0A4F22F2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Attacchi idraulici</w:t>
            </w:r>
          </w:p>
          <w:p w14:paraId="78429373" w14:textId="17F55915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Scarico forzato unità. Modulazione del compressore per limitare potenza e corrente assorbita allo spunto; utilizzabile anche con funzione “night mode” per la limitazione della rumorosità in funzionamento notturno</w:t>
            </w:r>
          </w:p>
          <w:p w14:paraId="2D1FA873" w14:textId="20CE71E5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Scheda “clock” (orologio)</w:t>
            </w:r>
          </w:p>
          <w:p w14:paraId="328E1F6A" w14:textId="2AF411BE" w:rsidR="003A3500" w:rsidRPr="000522E7" w:rsidRDefault="003A3500" w:rsidP="00247C74">
            <w:pPr>
              <w:pStyle w:val="Testocommento"/>
              <w:numPr>
                <w:ilvl w:val="1"/>
                <w:numId w:val="1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Gestione Master-Slave fino a 4 unità in parallelo</w:t>
            </w:r>
          </w:p>
          <w:p w14:paraId="115804F8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6FF25A9" w14:textId="77777777" w:rsidR="00247C74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47C74">
              <w:rPr>
                <w:rFonts w:ascii="Poppins" w:hAnsi="Poppins" w:cs="Poppins"/>
                <w:b/>
              </w:rPr>
              <w:t>Dati tecnici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7A78C48D" w14:textId="3CAFE088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Con Pannelli Radianti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11A7AE1C" w14:textId="2645E4EE" w:rsidR="003A3500" w:rsidRPr="000522E7" w:rsidRDefault="003A3500" w:rsidP="00247C74">
            <w:pPr>
              <w:pStyle w:val="Testocommento"/>
              <w:numPr>
                <w:ilvl w:val="0"/>
                <w:numId w:val="16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D00534">
              <w:rPr>
                <w:rFonts w:ascii="Poppins" w:hAnsi="Poppins" w:cs="Poppins"/>
              </w:rPr>
              <w:t>4</w:t>
            </w:r>
            <w:r>
              <w:rPr>
                <w:rFonts w:ascii="Poppins" w:hAnsi="Poppins" w:cs="Poppins"/>
              </w:rPr>
              <w:t>2</w:t>
            </w:r>
            <w:r w:rsidRPr="000522E7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 xml:space="preserve">0 kW; COP </w:t>
            </w:r>
            <w:r>
              <w:rPr>
                <w:rFonts w:ascii="Poppins" w:hAnsi="Poppins" w:cs="Poppins"/>
              </w:rPr>
              <w:t>4</w:t>
            </w:r>
            <w:r w:rsidRPr="000522E7">
              <w:rPr>
                <w:rFonts w:ascii="Poppins" w:hAnsi="Poppins" w:cs="Poppins"/>
              </w:rPr>
              <w:t>,</w:t>
            </w:r>
            <w:r w:rsidR="00D00534">
              <w:rPr>
                <w:rFonts w:ascii="Poppins" w:hAnsi="Poppins" w:cs="Poppins"/>
              </w:rPr>
              <w:t>08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35/30 °C; temperatura esterna 7 °C BS; 6 °C BU)</w:t>
            </w:r>
          </w:p>
          <w:p w14:paraId="6F7AFD69" w14:textId="369B740E" w:rsidR="003A3500" w:rsidRPr="000522E7" w:rsidRDefault="003A3500" w:rsidP="00247C74">
            <w:pPr>
              <w:pStyle w:val="Testocommento"/>
              <w:numPr>
                <w:ilvl w:val="0"/>
                <w:numId w:val="16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D00534">
              <w:rPr>
                <w:rFonts w:ascii="Poppins" w:hAnsi="Poppins" w:cs="Poppins"/>
              </w:rPr>
              <w:t>28</w:t>
            </w:r>
            <w:r w:rsidRPr="000522E7">
              <w:rPr>
                <w:rFonts w:ascii="Poppins" w:hAnsi="Poppins" w:cs="Poppins"/>
              </w:rPr>
              <w:t>,</w:t>
            </w:r>
            <w:r w:rsidR="00D00534">
              <w:rPr>
                <w:rFonts w:ascii="Poppins" w:hAnsi="Poppins" w:cs="Poppins"/>
              </w:rPr>
              <w:t>8</w:t>
            </w:r>
            <w:r w:rsidRPr="000522E7">
              <w:rPr>
                <w:rFonts w:ascii="Poppins" w:hAnsi="Poppins" w:cs="Poppins"/>
              </w:rPr>
              <w:t xml:space="preserve">0 kW; COP </w:t>
            </w:r>
            <w:r>
              <w:rPr>
                <w:rFonts w:ascii="Poppins" w:hAnsi="Poppins" w:cs="Poppins"/>
              </w:rPr>
              <w:t>2</w:t>
            </w:r>
            <w:r w:rsidRPr="000522E7">
              <w:rPr>
                <w:rFonts w:ascii="Poppins" w:hAnsi="Poppins" w:cs="Poppins"/>
              </w:rPr>
              <w:t>,</w:t>
            </w:r>
            <w:r w:rsidR="00D00534">
              <w:rPr>
                <w:rFonts w:ascii="Poppins" w:hAnsi="Poppins" w:cs="Poppins"/>
              </w:rPr>
              <w:t>88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35/30 °C; temperatura esterna -7 °C BS; -8 °C BU)</w:t>
            </w:r>
          </w:p>
          <w:p w14:paraId="7C1105B1" w14:textId="3F2C03A1" w:rsidR="003A3500" w:rsidRPr="00247C74" w:rsidRDefault="003A3500" w:rsidP="003A3500">
            <w:pPr>
              <w:pStyle w:val="Testocommento"/>
              <w:numPr>
                <w:ilvl w:val="0"/>
                <w:numId w:val="16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frigorifera: </w:t>
            </w:r>
            <w:r w:rsidR="00D00534">
              <w:rPr>
                <w:rFonts w:ascii="Poppins" w:hAnsi="Poppins" w:cs="Poppins"/>
              </w:rPr>
              <w:t>53</w:t>
            </w:r>
            <w:r w:rsidRPr="000522E7">
              <w:rPr>
                <w:rFonts w:ascii="Poppins" w:hAnsi="Poppins" w:cs="Poppins"/>
              </w:rPr>
              <w:t>,</w:t>
            </w:r>
            <w:r w:rsidR="00D00534">
              <w:rPr>
                <w:rFonts w:ascii="Poppins" w:hAnsi="Poppins" w:cs="Poppins"/>
              </w:rPr>
              <w:t>4</w:t>
            </w:r>
            <w:r w:rsidRPr="000522E7">
              <w:rPr>
                <w:rFonts w:ascii="Poppins" w:hAnsi="Poppins" w:cs="Poppins"/>
              </w:rPr>
              <w:t>0 kW; EER 3,6</w:t>
            </w:r>
            <w:r>
              <w:rPr>
                <w:rFonts w:ascii="Poppins" w:hAnsi="Poppins" w:cs="Poppins"/>
              </w:rPr>
              <w:t>8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18/23 °C; temperatura esterna 35 °C)</w:t>
            </w:r>
          </w:p>
          <w:p w14:paraId="341454F5" w14:textId="147D33A0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Con Unità Terminali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674F4DBF" w14:textId="627B45C1" w:rsidR="003A3500" w:rsidRPr="000522E7" w:rsidRDefault="003A3500" w:rsidP="00247C74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D00534">
              <w:rPr>
                <w:rFonts w:ascii="Poppins" w:hAnsi="Poppins" w:cs="Poppins"/>
              </w:rPr>
              <w:t>41</w:t>
            </w:r>
            <w:r w:rsidRPr="000522E7">
              <w:rPr>
                <w:rFonts w:ascii="Poppins" w:hAnsi="Poppins" w:cs="Poppins"/>
              </w:rPr>
              <w:t>,</w:t>
            </w:r>
            <w:r w:rsidR="00D00534">
              <w:rPr>
                <w:rFonts w:ascii="Poppins" w:hAnsi="Poppins" w:cs="Poppins"/>
              </w:rPr>
              <w:t>6</w:t>
            </w:r>
            <w:r w:rsidRPr="000522E7">
              <w:rPr>
                <w:rFonts w:ascii="Poppins" w:hAnsi="Poppins" w:cs="Poppins"/>
              </w:rPr>
              <w:t>0 kW; COP 3,</w:t>
            </w:r>
            <w:r>
              <w:rPr>
                <w:rFonts w:ascii="Poppins" w:hAnsi="Poppins" w:cs="Poppins"/>
              </w:rPr>
              <w:t>3</w:t>
            </w:r>
            <w:r w:rsidR="00D00534">
              <w:rPr>
                <w:rFonts w:ascii="Poppins" w:hAnsi="Poppins" w:cs="Poppins"/>
              </w:rPr>
              <w:t>2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3EB45BAC" w14:textId="4A614605" w:rsidR="003A3500" w:rsidRPr="000522E7" w:rsidRDefault="003A3500" w:rsidP="00247C74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>
              <w:rPr>
                <w:rFonts w:ascii="Poppins" w:hAnsi="Poppins" w:cs="Poppins"/>
              </w:rPr>
              <w:t>2</w:t>
            </w:r>
            <w:r w:rsidR="00D00534">
              <w:rPr>
                <w:rFonts w:ascii="Poppins" w:hAnsi="Poppins" w:cs="Poppins"/>
              </w:rPr>
              <w:t>8</w:t>
            </w:r>
            <w:r w:rsidRPr="000522E7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>7</w:t>
            </w:r>
            <w:r w:rsidRPr="000522E7">
              <w:rPr>
                <w:rFonts w:ascii="Poppins" w:hAnsi="Poppins" w:cs="Poppins"/>
              </w:rPr>
              <w:t>0 kW; COP 2,</w:t>
            </w:r>
            <w:r>
              <w:rPr>
                <w:rFonts w:ascii="Poppins" w:hAnsi="Poppins" w:cs="Poppins"/>
              </w:rPr>
              <w:t>4</w:t>
            </w:r>
            <w:r w:rsidR="00D00534">
              <w:rPr>
                <w:rFonts w:ascii="Poppins" w:hAnsi="Poppins" w:cs="Poppins"/>
              </w:rPr>
              <w:t>0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7A92217F" w14:textId="705D6D13" w:rsidR="003A3500" w:rsidRPr="000522E7" w:rsidRDefault="003A3500" w:rsidP="00247C74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frigorifera: </w:t>
            </w:r>
            <w:r w:rsidR="00D00534">
              <w:rPr>
                <w:rFonts w:ascii="Poppins" w:hAnsi="Poppins" w:cs="Poppins"/>
              </w:rPr>
              <w:t>38</w:t>
            </w:r>
            <w:r w:rsidRPr="000522E7">
              <w:rPr>
                <w:rFonts w:ascii="Poppins" w:hAnsi="Poppins" w:cs="Poppins"/>
              </w:rPr>
              <w:t>,</w:t>
            </w:r>
            <w:r w:rsidR="00D00534">
              <w:rPr>
                <w:rFonts w:ascii="Poppins" w:hAnsi="Poppins" w:cs="Poppins"/>
              </w:rPr>
              <w:t>7</w:t>
            </w:r>
            <w:r w:rsidRPr="000522E7">
              <w:rPr>
                <w:rFonts w:ascii="Poppins" w:hAnsi="Poppins" w:cs="Poppins"/>
              </w:rPr>
              <w:t>0 kW; EER 2,</w:t>
            </w:r>
            <w:r>
              <w:rPr>
                <w:rFonts w:ascii="Poppins" w:hAnsi="Poppins" w:cs="Poppins"/>
              </w:rPr>
              <w:t>9</w:t>
            </w:r>
            <w:r w:rsidR="00D00534">
              <w:rPr>
                <w:rFonts w:ascii="Poppins" w:hAnsi="Poppins" w:cs="Poppins"/>
              </w:rPr>
              <w:t>5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7/12 °C; temperatura esterna 35°C)</w:t>
            </w:r>
          </w:p>
          <w:p w14:paraId="531BF2C2" w14:textId="5A40A70C" w:rsidR="003A3500" w:rsidRPr="000522E7" w:rsidRDefault="003A3500" w:rsidP="00247C74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Prevalenza utile lato impianto: </w:t>
            </w:r>
            <w:r>
              <w:rPr>
                <w:rFonts w:ascii="Poppins" w:hAnsi="Poppins" w:cs="Poppins"/>
              </w:rPr>
              <w:t>12</w:t>
            </w:r>
            <w:r w:rsidR="00D00534">
              <w:rPr>
                <w:rFonts w:ascii="Poppins" w:hAnsi="Poppins" w:cs="Poppins"/>
              </w:rPr>
              <w:t>0</w:t>
            </w:r>
            <w:r w:rsidRPr="000522E7">
              <w:rPr>
                <w:rFonts w:ascii="Poppins" w:hAnsi="Poppins" w:cs="Poppins"/>
              </w:rPr>
              <w:t xml:space="preserve"> kPa</w:t>
            </w:r>
          </w:p>
          <w:p w14:paraId="723CCC6C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17B442C" w14:textId="727EDF8E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(secondo norma EN 12102-1)</w:t>
            </w:r>
            <w:r w:rsidRPr="000522E7">
              <w:rPr>
                <w:rFonts w:ascii="Poppins" w:hAnsi="Poppins" w:cs="Poppins"/>
              </w:rPr>
              <w:t xml:space="preserve">: </w:t>
            </w:r>
            <w:r w:rsidR="00D00534">
              <w:rPr>
                <w:rFonts w:ascii="Poppins" w:hAnsi="Poppins" w:cs="Poppins"/>
              </w:rPr>
              <w:t>80</w:t>
            </w:r>
            <w:r w:rsidRPr="000522E7">
              <w:rPr>
                <w:rFonts w:ascii="Poppins" w:hAnsi="Poppins" w:cs="Poppins"/>
              </w:rPr>
              <w:t xml:space="preserve"> d</w:t>
            </w:r>
            <w:r>
              <w:rPr>
                <w:rFonts w:ascii="Poppins" w:hAnsi="Poppins" w:cs="Poppins"/>
              </w:rPr>
              <w:t>B</w:t>
            </w:r>
            <w:r w:rsidRPr="000522E7">
              <w:rPr>
                <w:rFonts w:ascii="Poppins" w:hAnsi="Poppins" w:cs="Poppins"/>
              </w:rPr>
              <w:t>(A)</w:t>
            </w:r>
          </w:p>
          <w:p w14:paraId="10F3060F" w14:textId="54F4385D" w:rsidR="003A3500" w:rsidRPr="000522E7" w:rsidRDefault="003A3500" w:rsidP="003A3500">
            <w:pPr>
              <w:autoSpaceDE w:val="0"/>
              <w:autoSpaceDN w:val="0"/>
              <w:adjustRightInd w:val="0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 xml:space="preserve">Livello di pressione sonora: </w:t>
            </w:r>
            <w:r w:rsidR="00D00534">
              <w:rPr>
                <w:rFonts w:ascii="Poppins" w:hAnsi="Poppins" w:cs="Poppins"/>
                <w:sz w:val="20"/>
              </w:rPr>
              <w:t>58</w:t>
            </w:r>
            <w:r w:rsidRPr="000522E7">
              <w:rPr>
                <w:rFonts w:ascii="Poppins" w:hAnsi="Poppins" w:cs="Poppins"/>
                <w:sz w:val="20"/>
              </w:rPr>
              <w:t xml:space="preserve"> dB(A) – valore riferito a fattore di direzionalità pari a 2 in campo aperto e distanza pari a 5 m.</w:t>
            </w:r>
          </w:p>
          <w:p w14:paraId="563C1828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A77A4E6" w14:textId="38DBEEFB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Circuito idraulico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3AFDFAC0" w14:textId="77777777" w:rsidR="003A3500" w:rsidRPr="000522E7" w:rsidRDefault="003A3500" w:rsidP="00247C74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Massima pressione di esercizio </w:t>
            </w:r>
            <w:r>
              <w:rPr>
                <w:rFonts w:ascii="Poppins" w:hAnsi="Poppins" w:cs="Poppins"/>
              </w:rPr>
              <w:t>3</w:t>
            </w:r>
            <w:r w:rsidRPr="000522E7">
              <w:rPr>
                <w:rFonts w:ascii="Poppins" w:hAnsi="Poppins" w:cs="Poppins"/>
              </w:rPr>
              <w:t xml:space="preserve"> bar</w:t>
            </w:r>
          </w:p>
          <w:p w14:paraId="3C896082" w14:textId="77777777" w:rsidR="003A3500" w:rsidRPr="000522E7" w:rsidRDefault="003A3500" w:rsidP="00247C74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>Pompa di circolazione ErP</w:t>
            </w:r>
          </w:p>
          <w:p w14:paraId="7D481D03" w14:textId="77777777" w:rsidR="003A3500" w:rsidRDefault="003A3500" w:rsidP="00247C74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Attacchi idraulici: </w:t>
            </w:r>
            <w:r>
              <w:rPr>
                <w:rFonts w:ascii="Poppins" w:hAnsi="Poppins" w:cs="Poppins"/>
              </w:rPr>
              <w:t>2”</w:t>
            </w:r>
            <w:r w:rsidRPr="000522E7">
              <w:rPr>
                <w:rFonts w:ascii="Poppins" w:hAnsi="Poppins" w:cs="Poppins"/>
              </w:rPr>
              <w:t xml:space="preserve"> M</w:t>
            </w:r>
          </w:p>
          <w:p w14:paraId="528DE85C" w14:textId="77777777" w:rsidR="003A3500" w:rsidRPr="000522E7" w:rsidRDefault="003A3500" w:rsidP="00247C74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Contenuto accumulo inerziale: 150 litri</w:t>
            </w:r>
          </w:p>
          <w:p w14:paraId="2917FD65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860DBB8" w14:textId="6F0BA68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>Caratteristiche elettriche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56D9D505" w14:textId="77777777" w:rsidR="003A3500" w:rsidRPr="000522E7" w:rsidRDefault="003A3500" w:rsidP="00247C74">
            <w:pPr>
              <w:pStyle w:val="Testocomment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Alimentazione elettrica: 400 Vac/3 Ph/50 Hz</w:t>
            </w:r>
          </w:p>
          <w:p w14:paraId="7DCDFCFA" w14:textId="739B9798" w:rsidR="003A3500" w:rsidRPr="000522E7" w:rsidRDefault="003A3500" w:rsidP="00247C74">
            <w:pPr>
              <w:pStyle w:val="Testocomment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Corrente nominale: </w:t>
            </w:r>
            <w:r w:rsidR="00214568">
              <w:rPr>
                <w:rFonts w:ascii="Poppins" w:hAnsi="Poppins" w:cs="Poppins"/>
              </w:rPr>
              <w:t>20</w:t>
            </w:r>
            <w:r w:rsidRPr="000522E7">
              <w:rPr>
                <w:rFonts w:ascii="Poppins" w:hAnsi="Poppins" w:cs="Poppins"/>
              </w:rPr>
              <w:t>,</w:t>
            </w:r>
            <w:r w:rsidR="00214568">
              <w:rPr>
                <w:rFonts w:ascii="Poppins" w:hAnsi="Poppins" w:cs="Poppins"/>
              </w:rPr>
              <w:t>2</w:t>
            </w:r>
            <w:r w:rsidRPr="000522E7">
              <w:rPr>
                <w:rFonts w:ascii="Poppins" w:hAnsi="Poppins" w:cs="Poppins"/>
              </w:rPr>
              <w:t xml:space="preserve"> A</w:t>
            </w:r>
          </w:p>
          <w:p w14:paraId="626EECB1" w14:textId="50992143" w:rsidR="003A3500" w:rsidRPr="000522E7" w:rsidRDefault="003A3500" w:rsidP="00247C74">
            <w:pPr>
              <w:pStyle w:val="Testocomment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Massima corrente assorbita: </w:t>
            </w:r>
            <w:r>
              <w:rPr>
                <w:rFonts w:ascii="Poppins" w:hAnsi="Poppins" w:cs="Poppins"/>
              </w:rPr>
              <w:t>2</w:t>
            </w:r>
            <w:r w:rsidR="00214568"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>,</w:t>
            </w:r>
            <w:r w:rsidR="00214568">
              <w:rPr>
                <w:rFonts w:ascii="Poppins" w:hAnsi="Poppins" w:cs="Poppins"/>
              </w:rPr>
              <w:t>3</w:t>
            </w:r>
            <w:r w:rsidRPr="000522E7">
              <w:rPr>
                <w:rFonts w:ascii="Poppins" w:hAnsi="Poppins" w:cs="Poppins"/>
              </w:rPr>
              <w:t xml:space="preserve"> A</w:t>
            </w:r>
          </w:p>
          <w:p w14:paraId="547B3577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5BEF70A" w14:textId="251A37E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>Dimensioni e peso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5A18082F" w14:textId="084003D4" w:rsidR="003A3500" w:rsidRPr="000522E7" w:rsidRDefault="003A3500" w:rsidP="00247C74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Larghezza [mm] x Altezza [mm] x Profondità [mm]: </w:t>
            </w:r>
            <w:r>
              <w:rPr>
                <w:rFonts w:ascii="Poppins" w:hAnsi="Poppins" w:cs="Poppins"/>
              </w:rPr>
              <w:t>2320</w:t>
            </w:r>
            <w:r w:rsidRPr="000522E7">
              <w:rPr>
                <w:rFonts w:ascii="Poppins" w:hAnsi="Poppins" w:cs="Poppins"/>
              </w:rPr>
              <w:t xml:space="preserve"> x </w:t>
            </w:r>
            <w:r>
              <w:rPr>
                <w:rFonts w:ascii="Poppins" w:hAnsi="Poppins" w:cs="Poppins"/>
              </w:rPr>
              <w:t>1590</w:t>
            </w:r>
            <w:r w:rsidRPr="000522E7">
              <w:rPr>
                <w:rFonts w:ascii="Poppins" w:hAnsi="Poppins" w:cs="Poppins"/>
              </w:rPr>
              <w:t xml:space="preserve"> x </w:t>
            </w:r>
            <w:r>
              <w:rPr>
                <w:rFonts w:ascii="Poppins" w:hAnsi="Poppins" w:cs="Poppins"/>
              </w:rPr>
              <w:t>1000</w:t>
            </w:r>
          </w:p>
          <w:p w14:paraId="66FECCD6" w14:textId="1EC3570B" w:rsidR="003A3500" w:rsidRPr="000522E7" w:rsidRDefault="003A3500" w:rsidP="00247C74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Peso: </w:t>
            </w:r>
            <w:r>
              <w:rPr>
                <w:rFonts w:ascii="Poppins" w:hAnsi="Poppins" w:cs="Poppins"/>
              </w:rPr>
              <w:t>5</w:t>
            </w:r>
            <w:r w:rsidR="00D00534">
              <w:rPr>
                <w:rFonts w:ascii="Poppins" w:hAnsi="Poppins" w:cs="Poppins"/>
              </w:rPr>
              <w:t>7</w:t>
            </w:r>
            <w:r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 xml:space="preserve"> kg</w:t>
            </w:r>
          </w:p>
          <w:p w14:paraId="58051ECF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4D2E992" w14:textId="2F2473FD" w:rsidR="003A3500" w:rsidRPr="000522E7" w:rsidRDefault="003A3500" w:rsidP="00247C7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 xml:space="preserve">Marca </w:t>
            </w:r>
            <w:r w:rsidRPr="002F0035">
              <w:rPr>
                <w:rFonts w:ascii="Poppins" w:hAnsi="Poppins" w:cs="Poppins"/>
                <w:b/>
              </w:rPr>
              <w:t>E</w:t>
            </w:r>
            <w:r w:rsidR="00247C74">
              <w:rPr>
                <w:rFonts w:ascii="Poppins" w:hAnsi="Poppins" w:cs="Poppins"/>
                <w:b/>
              </w:rPr>
              <w:t>mmeti</w:t>
            </w:r>
            <w:r w:rsidRPr="002F0035">
              <w:rPr>
                <w:rFonts w:ascii="Poppins" w:hAnsi="Poppins" w:cs="Poppins"/>
                <w:b/>
              </w:rPr>
              <w:t xml:space="preserve"> - Modello</w:t>
            </w:r>
            <w:r w:rsidR="00247C74">
              <w:t xml:space="preserve"> </w:t>
            </w:r>
            <w:r w:rsidR="00247C74" w:rsidRPr="00247C74">
              <w:rPr>
                <w:rFonts w:ascii="Poppins" w:hAnsi="Poppins" w:cs="Poppins"/>
                <w:b/>
              </w:rPr>
              <w:t>Pompa di Calore reversibile</w:t>
            </w:r>
            <w:r w:rsidR="00247C74">
              <w:rPr>
                <w:rFonts w:ascii="Poppins" w:hAnsi="Poppins" w:cs="Poppins"/>
                <w:b/>
              </w:rPr>
              <w:t xml:space="preserve"> </w:t>
            </w:r>
            <w:r w:rsidR="00247C74" w:rsidRPr="00247C74">
              <w:rPr>
                <w:rFonts w:ascii="Poppins" w:hAnsi="Poppins" w:cs="Poppins"/>
                <w:b/>
              </w:rPr>
              <w:t>inverter</w:t>
            </w:r>
            <w:r w:rsidRPr="002F0035">
              <w:rPr>
                <w:rFonts w:ascii="Poppins" w:hAnsi="Poppins" w:cs="Poppins"/>
                <w:b/>
              </w:rPr>
              <w:t xml:space="preserve"> EH</w:t>
            </w:r>
            <w:r w:rsidR="001E2BC0">
              <w:rPr>
                <w:rFonts w:ascii="Poppins" w:hAnsi="Poppins" w:cs="Poppins"/>
                <w:b/>
              </w:rPr>
              <w:t>4</w:t>
            </w:r>
            <w:r w:rsidRPr="002F0035">
              <w:rPr>
                <w:rFonts w:ascii="Poppins" w:hAnsi="Poppins" w:cs="Poppins"/>
                <w:b/>
              </w:rPr>
              <w:t>222T-DC o equivalente</w:t>
            </w:r>
            <w:r w:rsidR="00247C74">
              <w:rPr>
                <w:rFonts w:ascii="Poppins" w:hAnsi="Poppins" w:cs="Poppins"/>
                <w:b/>
              </w:rPr>
              <w:t>.</w:t>
            </w:r>
          </w:p>
        </w:tc>
      </w:tr>
      <w:tr w:rsidR="003A3500" w:rsidRPr="000522E7" w14:paraId="2448CE4D" w14:textId="77777777" w:rsidTr="00204CFF">
        <w:trPr>
          <w:trHeight w:val="675"/>
        </w:trPr>
        <w:tc>
          <w:tcPr>
            <w:tcW w:w="1208" w:type="dxa"/>
          </w:tcPr>
          <w:p w14:paraId="1300A3B1" w14:textId="721CF461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>072</w:t>
            </w:r>
            <w:r>
              <w:rPr>
                <w:rFonts w:ascii="Poppins" w:hAnsi="Poppins" w:cs="Poppins"/>
              </w:rPr>
              <w:t>571</w:t>
            </w:r>
            <w:r w:rsidR="001E2BC0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0</w:t>
            </w:r>
          </w:p>
        </w:tc>
        <w:tc>
          <w:tcPr>
            <w:tcW w:w="2077" w:type="dxa"/>
          </w:tcPr>
          <w:p w14:paraId="3F1D617E" w14:textId="77777777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Pompa di Calore reversibile</w:t>
            </w:r>
          </w:p>
          <w:p w14:paraId="6531EE88" w14:textId="77777777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inverter</w:t>
            </w:r>
          </w:p>
          <w:p w14:paraId="54C5ADF8" w14:textId="09FEB0CE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EH</w:t>
            </w:r>
            <w:r w:rsidR="001E2BC0">
              <w:rPr>
                <w:rFonts w:ascii="Poppins" w:hAnsi="Poppins" w:cs="Poppins"/>
              </w:rPr>
              <w:t>53</w:t>
            </w:r>
            <w:r>
              <w:rPr>
                <w:rFonts w:ascii="Poppins" w:hAnsi="Poppins" w:cs="Poppins"/>
              </w:rPr>
              <w:t>22</w:t>
            </w:r>
            <w:r w:rsidRPr="000522E7">
              <w:rPr>
                <w:rFonts w:ascii="Poppins" w:hAnsi="Poppins" w:cs="Poppins"/>
              </w:rPr>
              <w:t>T-DC</w:t>
            </w:r>
          </w:p>
        </w:tc>
        <w:tc>
          <w:tcPr>
            <w:tcW w:w="6315" w:type="dxa"/>
          </w:tcPr>
          <w:p w14:paraId="4CC276C9" w14:textId="77777777" w:rsidR="003A3500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Pompa di calore </w:t>
            </w:r>
            <w:r w:rsidRPr="000522E7">
              <w:rPr>
                <w:rFonts w:ascii="Poppins" w:hAnsi="Poppins" w:cs="Poppins"/>
              </w:rPr>
              <w:t>monoblocco</w:t>
            </w:r>
            <w:r>
              <w:rPr>
                <w:rFonts w:ascii="Poppins" w:hAnsi="Poppins" w:cs="Poppins"/>
              </w:rPr>
              <w:t>, Aria/Acqua, di tipo reversibile.</w:t>
            </w:r>
          </w:p>
          <w:p w14:paraId="5B53D057" w14:textId="4E39854F" w:rsidR="003A3500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Evaporazione/condensazione ad aria con ventilatori elicoidali (assiali) a flusso verticale, per installazione esterna.</w:t>
            </w:r>
          </w:p>
          <w:p w14:paraId="396C72D9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</w:t>
            </w:r>
            <w:r w:rsidRPr="000522E7">
              <w:rPr>
                <w:rFonts w:ascii="Poppins" w:hAnsi="Poppins" w:cs="Poppins"/>
              </w:rPr>
              <w:t>unzionamento si</w:t>
            </w:r>
            <w:r>
              <w:rPr>
                <w:rFonts w:ascii="Poppins" w:hAnsi="Poppins" w:cs="Poppins"/>
              </w:rPr>
              <w:t xml:space="preserve">a </w:t>
            </w:r>
            <w:r w:rsidRPr="000522E7">
              <w:rPr>
                <w:rFonts w:ascii="Poppins" w:hAnsi="Poppins" w:cs="Poppins"/>
              </w:rPr>
              <w:t>in pompa di calore</w:t>
            </w:r>
            <w:r>
              <w:rPr>
                <w:rFonts w:ascii="Poppins" w:hAnsi="Poppins" w:cs="Poppins"/>
              </w:rPr>
              <w:t xml:space="preserve"> che in refrigerazione.</w:t>
            </w:r>
            <w:r w:rsidRPr="000522E7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C</w:t>
            </w:r>
            <w:r w:rsidRPr="000522E7">
              <w:rPr>
                <w:rFonts w:ascii="Poppins" w:hAnsi="Poppins" w:cs="Poppins"/>
              </w:rPr>
              <w:t>ompleta di gruppo idronico</w:t>
            </w:r>
            <w:r>
              <w:rPr>
                <w:rFonts w:ascii="Poppins" w:hAnsi="Poppins" w:cs="Poppins"/>
              </w:rPr>
              <w:t>.</w:t>
            </w:r>
          </w:p>
          <w:p w14:paraId="107EAF20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67110C41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4100B35" w14:textId="578B0E19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Fluido frigorigeno</w:t>
            </w:r>
            <w:r w:rsidR="00247C74">
              <w:rPr>
                <w:rFonts w:ascii="Poppins" w:hAnsi="Poppins" w:cs="Poppins"/>
              </w:rPr>
              <w:t>:</w:t>
            </w:r>
            <w:r w:rsidRPr="000522E7">
              <w:rPr>
                <w:rFonts w:ascii="Poppins" w:hAnsi="Poppins" w:cs="Poppins"/>
              </w:rPr>
              <w:t xml:space="preserve"> R</w:t>
            </w:r>
            <w:r>
              <w:rPr>
                <w:rFonts w:ascii="Poppins" w:hAnsi="Poppins" w:cs="Poppins"/>
              </w:rPr>
              <w:t>32.</w:t>
            </w:r>
          </w:p>
          <w:p w14:paraId="468AB1D1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1D4764B" w14:textId="591AFD5D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Caratteristiche costruttive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5ECAED24" w14:textId="6B1FFA68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Compressore: ermetico rotativo tipo Scroll DC inverter (controllo della capacità variabile dal 30% al 120%)</w:t>
            </w:r>
            <w:r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con riduzione della corrente di spunto in fase di avviamento e rifasamento automatico. Completo di protezione termica e resistenza carter</w:t>
            </w:r>
          </w:p>
          <w:p w14:paraId="29F86C60" w14:textId="45BED04A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Scambiatore lato aria a batteria alettata con tubi di rame e alette di alluminio con trattamento idrofilico. Completo di griglia di protezione</w:t>
            </w:r>
          </w:p>
          <w:p w14:paraId="3A6260BD" w14:textId="4DB8C507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N. 2</w:t>
            </w:r>
            <w:r w:rsidRPr="000522E7">
              <w:rPr>
                <w:rFonts w:ascii="Poppins" w:hAnsi="Poppins" w:cs="Poppins"/>
              </w:rPr>
              <w:t xml:space="preserve"> Elettroventilatori di tipo elicoidale</w:t>
            </w:r>
            <w:r>
              <w:rPr>
                <w:rFonts w:ascii="Poppins" w:hAnsi="Poppins" w:cs="Poppins"/>
              </w:rPr>
              <w:t>, a flusso verticale,</w:t>
            </w:r>
            <w:r w:rsidRPr="000522E7">
              <w:rPr>
                <w:rFonts w:ascii="Poppins" w:hAnsi="Poppins" w:cs="Poppins"/>
              </w:rPr>
              <w:t xml:space="preserve"> a rotore esterno munito di protezione termica e completo di griglia di protezione antinfortunistica</w:t>
            </w:r>
          </w:p>
          <w:p w14:paraId="6B25FF89" w14:textId="4EA16442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>Dispositivo elettronico proporzionale per la regolazione in pressione e in continuo della velocità dei ventilatori</w:t>
            </w:r>
            <w:r>
              <w:rPr>
                <w:rFonts w:ascii="Poppins" w:hAnsi="Poppins" w:cs="Poppins"/>
              </w:rPr>
              <w:t xml:space="preserve"> (controllo di evaporazione</w:t>
            </w:r>
            <w:r w:rsidR="00247C74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>condensazione)</w:t>
            </w:r>
          </w:p>
          <w:p w14:paraId="2BC9128C" w14:textId="2B092D72" w:rsidR="003A3500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Scambiatore lato acqua a piastre saldobrasate in acciaio inox adeguatamente isolato, completo di pressostato differenziale flusso acqua</w:t>
            </w:r>
            <w:r>
              <w:rPr>
                <w:rFonts w:ascii="Poppins" w:hAnsi="Poppins" w:cs="Poppins"/>
              </w:rPr>
              <w:t xml:space="preserve"> e resistenza antigelo</w:t>
            </w:r>
          </w:p>
          <w:p w14:paraId="5BD94E5D" w14:textId="39F281D9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di espansione elettronica</w:t>
            </w:r>
          </w:p>
          <w:p w14:paraId="3AA026E5" w14:textId="6A97FDEC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Sonda di temperatura aria esterna di serie</w:t>
            </w:r>
          </w:p>
          <w:p w14:paraId="2D00E241" w14:textId="7CC780E2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Struttura in lamiera zincata e verniciata, completa di resistenza elettrica antigelo sulla vaschetta raccogli condensa</w:t>
            </w:r>
          </w:p>
          <w:p w14:paraId="15F4A0E5" w14:textId="19925634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Allestimento con gruppo idronico, completo di circolatore ErP, vaso di espansione a membrana, valvole di sfiato aria e valvola di sicurezza</w:t>
            </w:r>
          </w:p>
          <w:p w14:paraId="64CD3D64" w14:textId="6BF9164F" w:rsidR="003A3500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Pressostat</w:t>
            </w:r>
            <w:r>
              <w:rPr>
                <w:rFonts w:ascii="Poppins" w:hAnsi="Poppins" w:cs="Poppins"/>
              </w:rPr>
              <w:t>o</w:t>
            </w:r>
            <w:r w:rsidRPr="000522E7">
              <w:rPr>
                <w:rFonts w:ascii="Poppins" w:hAnsi="Poppins" w:cs="Poppins"/>
              </w:rPr>
              <w:t xml:space="preserve"> di alta pressione</w:t>
            </w:r>
          </w:p>
          <w:p w14:paraId="30B91B1E" w14:textId="4DD9D13B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Trasduttori di alta e di bassa pressione</w:t>
            </w:r>
          </w:p>
          <w:p w14:paraId="4852160E" w14:textId="383CA577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Attacchi idraulici</w:t>
            </w:r>
          </w:p>
          <w:p w14:paraId="1024EDDB" w14:textId="1D18671F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Scarico forzato unità. Modulazione del compressore per limitare potenza e corrente assorbita allo spunto; utilizzabile anche con funzione “night mode” per la limitazione della rumorosità in funzionamento notturno</w:t>
            </w:r>
          </w:p>
          <w:p w14:paraId="73C5AB12" w14:textId="0CE83558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Scheda “clock” (orologio)</w:t>
            </w:r>
          </w:p>
          <w:p w14:paraId="0140BA71" w14:textId="4353166F" w:rsidR="003A3500" w:rsidRPr="000522E7" w:rsidRDefault="003A3500" w:rsidP="00247C74">
            <w:pPr>
              <w:pStyle w:val="Testocomment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Gestione Master-Slave fino a 4 unità in parallelo</w:t>
            </w:r>
          </w:p>
          <w:p w14:paraId="2B3D3FEB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7C9DD0E" w14:textId="397B74E2" w:rsidR="003A3500" w:rsidRPr="00247C74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47C74">
              <w:rPr>
                <w:rFonts w:ascii="Poppins" w:hAnsi="Poppins" w:cs="Poppins"/>
                <w:b/>
              </w:rPr>
              <w:t>Dati tecnici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463260C1" w14:textId="708B18B9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Con Pannelli Radianti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18885028" w14:textId="6CA61CFA" w:rsidR="003A3500" w:rsidRPr="000522E7" w:rsidRDefault="003A3500" w:rsidP="00247C74">
            <w:pPr>
              <w:pStyle w:val="Testocomment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1A59C4">
              <w:rPr>
                <w:rFonts w:ascii="Poppins" w:hAnsi="Poppins" w:cs="Poppins"/>
              </w:rPr>
              <w:t>53</w:t>
            </w:r>
            <w:r w:rsidRPr="000522E7">
              <w:rPr>
                <w:rFonts w:ascii="Poppins" w:hAnsi="Poppins" w:cs="Poppins"/>
              </w:rPr>
              <w:t>,</w:t>
            </w:r>
            <w:r w:rsidR="001A59C4">
              <w:rPr>
                <w:rFonts w:ascii="Poppins" w:hAnsi="Poppins" w:cs="Poppins"/>
              </w:rPr>
              <w:t>4</w:t>
            </w:r>
            <w:r w:rsidRPr="000522E7">
              <w:rPr>
                <w:rFonts w:ascii="Poppins" w:hAnsi="Poppins" w:cs="Poppins"/>
              </w:rPr>
              <w:t xml:space="preserve">0 kW; COP </w:t>
            </w:r>
            <w:r>
              <w:rPr>
                <w:rFonts w:ascii="Poppins" w:hAnsi="Poppins" w:cs="Poppins"/>
              </w:rPr>
              <w:t>4</w:t>
            </w:r>
            <w:r w:rsidRPr="000522E7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>1</w:t>
            </w:r>
            <w:r w:rsidR="001A59C4">
              <w:rPr>
                <w:rFonts w:ascii="Poppins" w:hAnsi="Poppins" w:cs="Poppins"/>
              </w:rPr>
              <w:t>4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35/30 °C; temperatura esterna 7 °C BS; 6 °C BU)</w:t>
            </w:r>
          </w:p>
          <w:p w14:paraId="4D073C26" w14:textId="6977A624" w:rsidR="003A3500" w:rsidRPr="000522E7" w:rsidRDefault="003A3500" w:rsidP="00247C74">
            <w:pPr>
              <w:pStyle w:val="Testocomment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1A59C4">
              <w:rPr>
                <w:rFonts w:ascii="Poppins" w:hAnsi="Poppins" w:cs="Poppins"/>
              </w:rPr>
              <w:t>36</w:t>
            </w:r>
            <w:r w:rsidRPr="000522E7">
              <w:rPr>
                <w:rFonts w:ascii="Poppins" w:hAnsi="Poppins" w:cs="Poppins"/>
              </w:rPr>
              <w:t>,</w:t>
            </w:r>
            <w:r w:rsidR="001A59C4">
              <w:rPr>
                <w:rFonts w:ascii="Poppins" w:hAnsi="Poppins" w:cs="Poppins"/>
              </w:rPr>
              <w:t>6</w:t>
            </w:r>
            <w:r w:rsidRPr="000522E7">
              <w:rPr>
                <w:rFonts w:ascii="Poppins" w:hAnsi="Poppins" w:cs="Poppins"/>
              </w:rPr>
              <w:t xml:space="preserve">0 kW; COP </w:t>
            </w:r>
            <w:r>
              <w:rPr>
                <w:rFonts w:ascii="Poppins" w:hAnsi="Poppins" w:cs="Poppins"/>
              </w:rPr>
              <w:t>2</w:t>
            </w:r>
            <w:r w:rsidRPr="000522E7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>9</w:t>
            </w:r>
            <w:r w:rsidR="001A59C4">
              <w:rPr>
                <w:rFonts w:ascii="Poppins" w:hAnsi="Poppins" w:cs="Poppins"/>
              </w:rPr>
              <w:t>6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35/30 °C; temperatura esterna -7 °C BS; -8 °C BU)</w:t>
            </w:r>
          </w:p>
          <w:p w14:paraId="22301AA2" w14:textId="767BD6C4" w:rsidR="003A3500" w:rsidRPr="00247C74" w:rsidRDefault="003A3500" w:rsidP="003A3500">
            <w:pPr>
              <w:pStyle w:val="Testocomment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frigorifera: </w:t>
            </w:r>
            <w:r w:rsidR="001A59C4">
              <w:rPr>
                <w:rFonts w:ascii="Poppins" w:hAnsi="Poppins" w:cs="Poppins"/>
              </w:rPr>
              <w:t>65</w:t>
            </w:r>
            <w:r w:rsidRPr="000522E7">
              <w:rPr>
                <w:rFonts w:ascii="Poppins" w:hAnsi="Poppins" w:cs="Poppins"/>
              </w:rPr>
              <w:t>,</w:t>
            </w:r>
            <w:r w:rsidR="001A59C4">
              <w:rPr>
                <w:rFonts w:ascii="Poppins" w:hAnsi="Poppins" w:cs="Poppins"/>
              </w:rPr>
              <w:t>2</w:t>
            </w:r>
            <w:r w:rsidRPr="000522E7">
              <w:rPr>
                <w:rFonts w:ascii="Poppins" w:hAnsi="Poppins" w:cs="Poppins"/>
              </w:rPr>
              <w:t>0 kW; EER 3,</w:t>
            </w:r>
            <w:r w:rsidR="001A59C4">
              <w:rPr>
                <w:rFonts w:ascii="Poppins" w:hAnsi="Poppins" w:cs="Poppins"/>
              </w:rPr>
              <w:t>76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18/23 °C; temperatura esterna 35 °C)</w:t>
            </w:r>
          </w:p>
          <w:p w14:paraId="2A7A7492" w14:textId="7F92F176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Con Unità Terminali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6ADB1ECC" w14:textId="68AFABB9" w:rsidR="003A3500" w:rsidRPr="000522E7" w:rsidRDefault="003A3500" w:rsidP="00247C74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4422A0">
              <w:rPr>
                <w:rFonts w:ascii="Poppins" w:hAnsi="Poppins" w:cs="Poppins"/>
              </w:rPr>
              <w:t>52</w:t>
            </w:r>
            <w:r w:rsidRPr="000522E7">
              <w:rPr>
                <w:rFonts w:ascii="Poppins" w:hAnsi="Poppins" w:cs="Poppins"/>
              </w:rPr>
              <w:t>,</w:t>
            </w:r>
            <w:r w:rsidR="004422A0">
              <w:rPr>
                <w:rFonts w:ascii="Poppins" w:hAnsi="Poppins" w:cs="Poppins"/>
              </w:rPr>
              <w:t>7</w:t>
            </w:r>
            <w:r w:rsidRPr="000522E7">
              <w:rPr>
                <w:rFonts w:ascii="Poppins" w:hAnsi="Poppins" w:cs="Poppins"/>
              </w:rPr>
              <w:t>0 kW; COP 3,</w:t>
            </w:r>
            <w:r>
              <w:rPr>
                <w:rFonts w:ascii="Poppins" w:hAnsi="Poppins" w:cs="Poppins"/>
              </w:rPr>
              <w:t>3</w:t>
            </w:r>
            <w:r w:rsidR="004422A0">
              <w:rPr>
                <w:rFonts w:ascii="Poppins" w:hAnsi="Poppins" w:cs="Poppins"/>
              </w:rPr>
              <w:t>5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7D791603" w14:textId="73306378" w:rsidR="003A3500" w:rsidRPr="000522E7" w:rsidRDefault="003A3500" w:rsidP="00247C74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4422A0">
              <w:rPr>
                <w:rFonts w:ascii="Poppins" w:hAnsi="Poppins" w:cs="Poppins"/>
              </w:rPr>
              <w:t>37</w:t>
            </w:r>
            <w:r w:rsidRPr="000522E7">
              <w:rPr>
                <w:rFonts w:ascii="Poppins" w:hAnsi="Poppins" w:cs="Poppins"/>
              </w:rPr>
              <w:t>,</w:t>
            </w:r>
            <w:r w:rsidR="004422A0">
              <w:rPr>
                <w:rFonts w:ascii="Poppins" w:hAnsi="Poppins" w:cs="Poppins"/>
              </w:rPr>
              <w:t>1</w:t>
            </w:r>
            <w:r w:rsidRPr="000522E7">
              <w:rPr>
                <w:rFonts w:ascii="Poppins" w:hAnsi="Poppins" w:cs="Poppins"/>
              </w:rPr>
              <w:t>0 kW; COP 2,</w:t>
            </w:r>
            <w:r>
              <w:rPr>
                <w:rFonts w:ascii="Poppins" w:hAnsi="Poppins" w:cs="Poppins"/>
              </w:rPr>
              <w:t>4</w:t>
            </w:r>
            <w:r w:rsidR="004422A0">
              <w:rPr>
                <w:rFonts w:ascii="Poppins" w:hAnsi="Poppins" w:cs="Poppins"/>
              </w:rPr>
              <w:t>7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40EA212B" w14:textId="5E1FD441" w:rsidR="003A3500" w:rsidRPr="000522E7" w:rsidRDefault="003A3500" w:rsidP="00247C74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frigorifera: </w:t>
            </w:r>
            <w:r w:rsidR="004422A0">
              <w:rPr>
                <w:rFonts w:ascii="Poppins" w:hAnsi="Poppins" w:cs="Poppins"/>
              </w:rPr>
              <w:t>47</w:t>
            </w:r>
            <w:r w:rsidRPr="000522E7">
              <w:rPr>
                <w:rFonts w:ascii="Poppins" w:hAnsi="Poppins" w:cs="Poppins"/>
              </w:rPr>
              <w:t>,</w:t>
            </w:r>
            <w:r w:rsidR="004422A0"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 xml:space="preserve">0 kW; EER </w:t>
            </w:r>
            <w:r w:rsidR="004422A0">
              <w:rPr>
                <w:rFonts w:ascii="Poppins" w:hAnsi="Poppins" w:cs="Poppins"/>
              </w:rPr>
              <w:t>3,00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7/12 °C; temperatura esterna 35°C)</w:t>
            </w:r>
          </w:p>
          <w:p w14:paraId="71073401" w14:textId="50402237" w:rsidR="003A3500" w:rsidRPr="000522E7" w:rsidRDefault="003A3500" w:rsidP="00247C74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 xml:space="preserve">Prevalenza utile lato impianto: </w:t>
            </w:r>
            <w:r>
              <w:rPr>
                <w:rFonts w:ascii="Poppins" w:hAnsi="Poppins" w:cs="Poppins"/>
              </w:rPr>
              <w:t>1</w:t>
            </w:r>
            <w:r w:rsidR="004422A0">
              <w:rPr>
                <w:rFonts w:ascii="Poppins" w:hAnsi="Poppins" w:cs="Poppins"/>
              </w:rPr>
              <w:t>13</w:t>
            </w:r>
            <w:r w:rsidRPr="000522E7">
              <w:rPr>
                <w:rFonts w:ascii="Poppins" w:hAnsi="Poppins" w:cs="Poppins"/>
              </w:rPr>
              <w:t xml:space="preserve"> kPa</w:t>
            </w:r>
          </w:p>
          <w:p w14:paraId="3C62EBD8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9FEA372" w14:textId="656BABAE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(secondo norma EN 12102-1)</w:t>
            </w:r>
            <w:r w:rsidRPr="000522E7">
              <w:rPr>
                <w:rFonts w:ascii="Poppins" w:hAnsi="Poppins" w:cs="Poppins"/>
              </w:rPr>
              <w:t xml:space="preserve">: </w:t>
            </w:r>
            <w:r w:rsidR="004422A0">
              <w:rPr>
                <w:rFonts w:ascii="Poppins" w:hAnsi="Poppins" w:cs="Poppins"/>
              </w:rPr>
              <w:t>81</w:t>
            </w:r>
            <w:r w:rsidRPr="000522E7">
              <w:rPr>
                <w:rFonts w:ascii="Poppins" w:hAnsi="Poppins" w:cs="Poppins"/>
              </w:rPr>
              <w:t xml:space="preserve"> d</w:t>
            </w:r>
            <w:r>
              <w:rPr>
                <w:rFonts w:ascii="Poppins" w:hAnsi="Poppins" w:cs="Poppins"/>
              </w:rPr>
              <w:t>B</w:t>
            </w:r>
            <w:r w:rsidRPr="000522E7">
              <w:rPr>
                <w:rFonts w:ascii="Poppins" w:hAnsi="Poppins" w:cs="Poppins"/>
              </w:rPr>
              <w:t>(A)</w:t>
            </w:r>
          </w:p>
          <w:p w14:paraId="78D12E6B" w14:textId="5C7EA3A8" w:rsidR="003A3500" w:rsidRPr="000522E7" w:rsidRDefault="003A3500" w:rsidP="003A3500">
            <w:pPr>
              <w:autoSpaceDE w:val="0"/>
              <w:autoSpaceDN w:val="0"/>
              <w:adjustRightInd w:val="0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>Livello di pressione sonora: 5</w:t>
            </w:r>
            <w:r w:rsidR="004422A0">
              <w:rPr>
                <w:rFonts w:ascii="Poppins" w:hAnsi="Poppins" w:cs="Poppins"/>
                <w:sz w:val="20"/>
              </w:rPr>
              <w:t>9</w:t>
            </w:r>
            <w:r w:rsidRPr="000522E7">
              <w:rPr>
                <w:rFonts w:ascii="Poppins" w:hAnsi="Poppins" w:cs="Poppins"/>
                <w:sz w:val="20"/>
              </w:rPr>
              <w:t xml:space="preserve"> dB(A) – valore riferito a fattore di direzionalità pari a 2 in campo aperto e distanza pari a 5 m.</w:t>
            </w:r>
          </w:p>
          <w:p w14:paraId="0BEEAF31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EC3A911" w14:textId="32350BC5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Circuito idraulico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1339C8D8" w14:textId="77777777" w:rsidR="003A3500" w:rsidRPr="000522E7" w:rsidRDefault="003A3500" w:rsidP="00247C74">
            <w:pPr>
              <w:pStyle w:val="Testocomment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Massima pressione di esercizio </w:t>
            </w:r>
            <w:r>
              <w:rPr>
                <w:rFonts w:ascii="Poppins" w:hAnsi="Poppins" w:cs="Poppins"/>
              </w:rPr>
              <w:t>3</w:t>
            </w:r>
            <w:r w:rsidRPr="000522E7">
              <w:rPr>
                <w:rFonts w:ascii="Poppins" w:hAnsi="Poppins" w:cs="Poppins"/>
              </w:rPr>
              <w:t xml:space="preserve"> bar</w:t>
            </w:r>
          </w:p>
          <w:p w14:paraId="2ADACDE1" w14:textId="77777777" w:rsidR="003A3500" w:rsidRPr="000522E7" w:rsidRDefault="003A3500" w:rsidP="00247C74">
            <w:pPr>
              <w:pStyle w:val="Testocomment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Pompa di circolazione ErP</w:t>
            </w:r>
          </w:p>
          <w:p w14:paraId="2718E830" w14:textId="77777777" w:rsidR="003A3500" w:rsidRDefault="003A3500" w:rsidP="00247C74">
            <w:pPr>
              <w:pStyle w:val="Testocomment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Attacchi idraulici: </w:t>
            </w:r>
            <w:r>
              <w:rPr>
                <w:rFonts w:ascii="Poppins" w:hAnsi="Poppins" w:cs="Poppins"/>
              </w:rPr>
              <w:t>2”</w:t>
            </w:r>
            <w:r w:rsidRPr="000522E7">
              <w:rPr>
                <w:rFonts w:ascii="Poppins" w:hAnsi="Poppins" w:cs="Poppins"/>
              </w:rPr>
              <w:t xml:space="preserve"> M</w:t>
            </w:r>
          </w:p>
          <w:p w14:paraId="01903CCD" w14:textId="77777777" w:rsidR="003A3500" w:rsidRPr="000522E7" w:rsidRDefault="003A3500" w:rsidP="00247C74">
            <w:pPr>
              <w:pStyle w:val="Testocomment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Contenuto accumulo inerziale: 150 litri</w:t>
            </w:r>
          </w:p>
          <w:p w14:paraId="15794344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816436C" w14:textId="3E53AF13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>Caratteristiche elettriche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392562A9" w14:textId="77777777" w:rsidR="003A3500" w:rsidRPr="000522E7" w:rsidRDefault="003A3500" w:rsidP="00247C74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Alimentazione elettrica: 400 Vac/3 Ph/50 Hz</w:t>
            </w:r>
          </w:p>
          <w:p w14:paraId="6A46B613" w14:textId="04CADB71" w:rsidR="003A3500" w:rsidRPr="000522E7" w:rsidRDefault="003A3500" w:rsidP="00247C74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Corrente nominale: </w:t>
            </w:r>
            <w:r w:rsidR="00214568">
              <w:rPr>
                <w:rFonts w:ascii="Poppins" w:hAnsi="Poppins" w:cs="Poppins"/>
              </w:rPr>
              <w:t>24</w:t>
            </w:r>
            <w:r w:rsidRPr="000522E7">
              <w:rPr>
                <w:rFonts w:ascii="Poppins" w:hAnsi="Poppins" w:cs="Poppins"/>
              </w:rPr>
              <w:t>,</w:t>
            </w:r>
            <w:r w:rsidR="00214568">
              <w:rPr>
                <w:rFonts w:ascii="Poppins" w:hAnsi="Poppins" w:cs="Poppins"/>
              </w:rPr>
              <w:t>7</w:t>
            </w:r>
            <w:r w:rsidRPr="000522E7">
              <w:rPr>
                <w:rFonts w:ascii="Poppins" w:hAnsi="Poppins" w:cs="Poppins"/>
              </w:rPr>
              <w:t xml:space="preserve"> A</w:t>
            </w:r>
          </w:p>
          <w:p w14:paraId="35C3D816" w14:textId="1820951E" w:rsidR="003A3500" w:rsidRPr="000522E7" w:rsidRDefault="003A3500" w:rsidP="00247C74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Massima corrente assorbita: </w:t>
            </w:r>
            <w:r w:rsidR="00214568">
              <w:rPr>
                <w:rFonts w:ascii="Poppins" w:hAnsi="Poppins" w:cs="Poppins"/>
              </w:rPr>
              <w:t>29</w:t>
            </w:r>
            <w:r w:rsidRPr="000522E7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>8</w:t>
            </w:r>
            <w:r w:rsidRPr="000522E7">
              <w:rPr>
                <w:rFonts w:ascii="Poppins" w:hAnsi="Poppins" w:cs="Poppins"/>
              </w:rPr>
              <w:t xml:space="preserve"> A</w:t>
            </w:r>
          </w:p>
          <w:p w14:paraId="35458E06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8664157" w14:textId="57280905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>Dimensioni e peso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15E5732F" w14:textId="4B826CF5" w:rsidR="003A3500" w:rsidRPr="000522E7" w:rsidRDefault="003A3500" w:rsidP="00247C74">
            <w:pPr>
              <w:pStyle w:val="Testocomment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Larghezza [mm] x Altezza [mm] x Profondità [mm]: </w:t>
            </w:r>
            <w:r>
              <w:rPr>
                <w:rFonts w:ascii="Poppins" w:hAnsi="Poppins" w:cs="Poppins"/>
              </w:rPr>
              <w:t>2320</w:t>
            </w:r>
            <w:r w:rsidRPr="000522E7">
              <w:rPr>
                <w:rFonts w:ascii="Poppins" w:hAnsi="Poppins" w:cs="Poppins"/>
              </w:rPr>
              <w:t xml:space="preserve"> x </w:t>
            </w:r>
            <w:r>
              <w:rPr>
                <w:rFonts w:ascii="Poppins" w:hAnsi="Poppins" w:cs="Poppins"/>
              </w:rPr>
              <w:t>1590</w:t>
            </w:r>
            <w:r w:rsidRPr="000522E7">
              <w:rPr>
                <w:rFonts w:ascii="Poppins" w:hAnsi="Poppins" w:cs="Poppins"/>
              </w:rPr>
              <w:t xml:space="preserve"> x </w:t>
            </w:r>
            <w:r>
              <w:rPr>
                <w:rFonts w:ascii="Poppins" w:hAnsi="Poppins" w:cs="Poppins"/>
              </w:rPr>
              <w:t>1000</w:t>
            </w:r>
          </w:p>
          <w:p w14:paraId="1E809DFB" w14:textId="76C4D1D7" w:rsidR="003A3500" w:rsidRPr="000522E7" w:rsidRDefault="003A3500" w:rsidP="00247C74">
            <w:pPr>
              <w:pStyle w:val="Testocomment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Peso: </w:t>
            </w:r>
            <w:r>
              <w:rPr>
                <w:rFonts w:ascii="Poppins" w:hAnsi="Poppins" w:cs="Poppins"/>
              </w:rPr>
              <w:t>5</w:t>
            </w:r>
            <w:r w:rsidR="004422A0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 xml:space="preserve"> kg</w:t>
            </w:r>
          </w:p>
          <w:p w14:paraId="473959BC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ABD1E86" w14:textId="3A573359" w:rsidR="003A3500" w:rsidRPr="000522E7" w:rsidRDefault="003A3500" w:rsidP="00247C7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 xml:space="preserve">Marca </w:t>
            </w:r>
            <w:r w:rsidRPr="002F0035">
              <w:rPr>
                <w:rFonts w:ascii="Poppins" w:hAnsi="Poppins" w:cs="Poppins"/>
                <w:b/>
              </w:rPr>
              <w:t>E</w:t>
            </w:r>
            <w:r w:rsidR="00247C74">
              <w:rPr>
                <w:rFonts w:ascii="Poppins" w:hAnsi="Poppins" w:cs="Poppins"/>
                <w:b/>
              </w:rPr>
              <w:t>mmeti</w:t>
            </w:r>
            <w:r w:rsidRPr="002F0035">
              <w:rPr>
                <w:rFonts w:ascii="Poppins" w:hAnsi="Poppins" w:cs="Poppins"/>
                <w:b/>
              </w:rPr>
              <w:t xml:space="preserve"> - Modello</w:t>
            </w:r>
            <w:r w:rsidR="00247C74">
              <w:t xml:space="preserve"> </w:t>
            </w:r>
            <w:r w:rsidR="00247C74" w:rsidRPr="00247C74">
              <w:rPr>
                <w:rFonts w:ascii="Poppins" w:hAnsi="Poppins" w:cs="Poppins"/>
                <w:b/>
              </w:rPr>
              <w:t>Pompa di Calore reversibile</w:t>
            </w:r>
            <w:r w:rsidR="00247C74">
              <w:rPr>
                <w:rFonts w:ascii="Poppins" w:hAnsi="Poppins" w:cs="Poppins"/>
                <w:b/>
              </w:rPr>
              <w:t xml:space="preserve"> </w:t>
            </w:r>
            <w:r w:rsidR="00247C74" w:rsidRPr="00247C74">
              <w:rPr>
                <w:rFonts w:ascii="Poppins" w:hAnsi="Poppins" w:cs="Poppins"/>
                <w:b/>
              </w:rPr>
              <w:t>inverter</w:t>
            </w:r>
            <w:r w:rsidRPr="002F0035">
              <w:rPr>
                <w:rFonts w:ascii="Poppins" w:hAnsi="Poppins" w:cs="Poppins"/>
                <w:b/>
              </w:rPr>
              <w:t xml:space="preserve"> EH</w:t>
            </w:r>
            <w:r w:rsidR="001E2BC0">
              <w:rPr>
                <w:rFonts w:ascii="Poppins" w:hAnsi="Poppins" w:cs="Poppins"/>
                <w:b/>
              </w:rPr>
              <w:t>53</w:t>
            </w:r>
            <w:r w:rsidRPr="002F0035">
              <w:rPr>
                <w:rFonts w:ascii="Poppins" w:hAnsi="Poppins" w:cs="Poppins"/>
                <w:b/>
              </w:rPr>
              <w:t>22T-DC o equivalente</w:t>
            </w:r>
            <w:r w:rsidR="00247C74">
              <w:rPr>
                <w:rFonts w:ascii="Poppins" w:hAnsi="Poppins" w:cs="Poppins"/>
                <w:b/>
              </w:rPr>
              <w:t>.</w:t>
            </w:r>
          </w:p>
        </w:tc>
      </w:tr>
      <w:tr w:rsidR="003A3500" w:rsidRPr="000522E7" w14:paraId="356EA0D9" w14:textId="77777777" w:rsidTr="00204CFF">
        <w:trPr>
          <w:trHeight w:val="675"/>
        </w:trPr>
        <w:tc>
          <w:tcPr>
            <w:tcW w:w="1208" w:type="dxa"/>
          </w:tcPr>
          <w:p w14:paraId="2D69880D" w14:textId="504D1642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>072</w:t>
            </w:r>
            <w:r>
              <w:rPr>
                <w:rFonts w:ascii="Poppins" w:hAnsi="Poppins" w:cs="Poppins"/>
              </w:rPr>
              <w:t>571</w:t>
            </w:r>
            <w:r w:rsidR="003E4D42">
              <w:rPr>
                <w:rFonts w:ascii="Poppins" w:hAnsi="Poppins" w:cs="Poppins"/>
              </w:rPr>
              <w:t>6</w:t>
            </w:r>
            <w:r>
              <w:rPr>
                <w:rFonts w:ascii="Poppins" w:hAnsi="Poppins" w:cs="Poppins"/>
              </w:rPr>
              <w:t>0</w:t>
            </w:r>
          </w:p>
        </w:tc>
        <w:tc>
          <w:tcPr>
            <w:tcW w:w="2077" w:type="dxa"/>
          </w:tcPr>
          <w:p w14:paraId="32EEE187" w14:textId="77777777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Pompa di Calore reversibile</w:t>
            </w:r>
          </w:p>
          <w:p w14:paraId="114ECC7E" w14:textId="77777777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inverter</w:t>
            </w:r>
          </w:p>
          <w:p w14:paraId="44951E02" w14:textId="6EEA3CBD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EH</w:t>
            </w:r>
            <w:r w:rsidR="001E2BC0">
              <w:rPr>
                <w:rFonts w:ascii="Poppins" w:hAnsi="Poppins" w:cs="Poppins"/>
              </w:rPr>
              <w:t>59</w:t>
            </w:r>
            <w:r>
              <w:rPr>
                <w:rFonts w:ascii="Poppins" w:hAnsi="Poppins" w:cs="Poppins"/>
              </w:rPr>
              <w:t>22</w:t>
            </w:r>
            <w:r w:rsidRPr="000522E7">
              <w:rPr>
                <w:rFonts w:ascii="Poppins" w:hAnsi="Poppins" w:cs="Poppins"/>
              </w:rPr>
              <w:t>T-DC</w:t>
            </w:r>
          </w:p>
        </w:tc>
        <w:tc>
          <w:tcPr>
            <w:tcW w:w="6315" w:type="dxa"/>
          </w:tcPr>
          <w:p w14:paraId="1B7B6932" w14:textId="77777777" w:rsidR="003A3500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Pompa di calore </w:t>
            </w:r>
            <w:r w:rsidRPr="000522E7">
              <w:rPr>
                <w:rFonts w:ascii="Poppins" w:hAnsi="Poppins" w:cs="Poppins"/>
              </w:rPr>
              <w:t>monoblocco</w:t>
            </w:r>
            <w:r>
              <w:rPr>
                <w:rFonts w:ascii="Poppins" w:hAnsi="Poppins" w:cs="Poppins"/>
              </w:rPr>
              <w:t>, Aria/Acqua, di tipo reversibile.</w:t>
            </w:r>
          </w:p>
          <w:p w14:paraId="687F566A" w14:textId="6C998C92" w:rsidR="003A3500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Evaporazione/condensazione ad aria con ventilatori elicoidali (assiali) a flusso verticale, per installazione esterna.</w:t>
            </w:r>
          </w:p>
          <w:p w14:paraId="782303A3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</w:t>
            </w:r>
            <w:r w:rsidRPr="000522E7">
              <w:rPr>
                <w:rFonts w:ascii="Poppins" w:hAnsi="Poppins" w:cs="Poppins"/>
              </w:rPr>
              <w:t>unzionamento si</w:t>
            </w:r>
            <w:r>
              <w:rPr>
                <w:rFonts w:ascii="Poppins" w:hAnsi="Poppins" w:cs="Poppins"/>
              </w:rPr>
              <w:t xml:space="preserve">a </w:t>
            </w:r>
            <w:r w:rsidRPr="000522E7">
              <w:rPr>
                <w:rFonts w:ascii="Poppins" w:hAnsi="Poppins" w:cs="Poppins"/>
              </w:rPr>
              <w:t>in pompa di calore</w:t>
            </w:r>
            <w:r>
              <w:rPr>
                <w:rFonts w:ascii="Poppins" w:hAnsi="Poppins" w:cs="Poppins"/>
              </w:rPr>
              <w:t xml:space="preserve"> che in refrigerazione.</w:t>
            </w:r>
            <w:r w:rsidRPr="000522E7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C</w:t>
            </w:r>
            <w:r w:rsidRPr="000522E7">
              <w:rPr>
                <w:rFonts w:ascii="Poppins" w:hAnsi="Poppins" w:cs="Poppins"/>
              </w:rPr>
              <w:t>ompleta di gruppo idronico</w:t>
            </w:r>
            <w:r>
              <w:rPr>
                <w:rFonts w:ascii="Poppins" w:hAnsi="Poppins" w:cs="Poppins"/>
              </w:rPr>
              <w:t>.</w:t>
            </w:r>
          </w:p>
          <w:p w14:paraId="724F69F7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6BA11C58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EC9404D" w14:textId="2CDAE639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Fluido frigorigeno</w:t>
            </w:r>
            <w:r w:rsidR="00247C74">
              <w:rPr>
                <w:rFonts w:ascii="Poppins" w:hAnsi="Poppins" w:cs="Poppins"/>
              </w:rPr>
              <w:t>:</w:t>
            </w:r>
            <w:r w:rsidRPr="000522E7">
              <w:rPr>
                <w:rFonts w:ascii="Poppins" w:hAnsi="Poppins" w:cs="Poppins"/>
              </w:rPr>
              <w:t xml:space="preserve"> R</w:t>
            </w:r>
            <w:r>
              <w:rPr>
                <w:rFonts w:ascii="Poppins" w:hAnsi="Poppins" w:cs="Poppins"/>
              </w:rPr>
              <w:t>32.</w:t>
            </w:r>
          </w:p>
          <w:p w14:paraId="29B485D8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D7F67F8" w14:textId="77B8D5BD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Caratteristiche costruttive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6BC446EB" w14:textId="3CF7F9A8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Compressore: ermetico rotativo tipo Scroll DC inverter (controllo della capacità variabile dal 30% al 120%)</w:t>
            </w:r>
            <w:r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 xml:space="preserve">con riduzione della corrente di spunto in fase di avviamento </w:t>
            </w:r>
            <w:r w:rsidRPr="000522E7">
              <w:rPr>
                <w:rFonts w:ascii="Poppins" w:hAnsi="Poppins" w:cs="Poppins"/>
              </w:rPr>
              <w:lastRenderedPageBreak/>
              <w:t>e rifasamento automatico. Completo di protezione termica e resistenza carter</w:t>
            </w:r>
          </w:p>
          <w:p w14:paraId="63E19D8E" w14:textId="36CBC402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Scambiatore lato aria a batteria alettata con tubi di rame e alette di alluminio con trattamento idrofilico. Completo di griglia di protezione</w:t>
            </w:r>
          </w:p>
          <w:p w14:paraId="616637E9" w14:textId="7C030784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N. 2</w:t>
            </w:r>
            <w:r w:rsidRPr="000522E7">
              <w:rPr>
                <w:rFonts w:ascii="Poppins" w:hAnsi="Poppins" w:cs="Poppins"/>
              </w:rPr>
              <w:t xml:space="preserve"> Elettroventilatori di tipo elicoidale</w:t>
            </w:r>
            <w:r>
              <w:rPr>
                <w:rFonts w:ascii="Poppins" w:hAnsi="Poppins" w:cs="Poppins"/>
              </w:rPr>
              <w:t>, a flusso verticale,</w:t>
            </w:r>
            <w:r w:rsidRPr="000522E7">
              <w:rPr>
                <w:rFonts w:ascii="Poppins" w:hAnsi="Poppins" w:cs="Poppins"/>
              </w:rPr>
              <w:t xml:space="preserve"> a rotore esterno munito di protezione termica e completo di griglia di protezione antinfortunistica</w:t>
            </w:r>
          </w:p>
          <w:p w14:paraId="297BD1FE" w14:textId="76E0F0FB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Dispositivo elettronico proporzionale per la regolazione in pressione e in continuo della velocità dei ventilatori</w:t>
            </w:r>
            <w:r>
              <w:rPr>
                <w:rFonts w:ascii="Poppins" w:hAnsi="Poppins" w:cs="Poppins"/>
              </w:rPr>
              <w:t xml:space="preserve"> (controllo di evaporazione/condensazione)</w:t>
            </w:r>
          </w:p>
          <w:p w14:paraId="0E33C9C7" w14:textId="7F688598" w:rsidR="003A3500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Scambiatore lato acqua a piastre saldobrasate in acciaio inox adeguatamente isolato, completo di pressostato differenziale flusso acqua</w:t>
            </w:r>
            <w:r>
              <w:rPr>
                <w:rFonts w:ascii="Poppins" w:hAnsi="Poppins" w:cs="Poppins"/>
              </w:rPr>
              <w:t xml:space="preserve"> e resistenza antigelo</w:t>
            </w:r>
          </w:p>
          <w:p w14:paraId="73D09C39" w14:textId="4300286D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di espansione elettronica</w:t>
            </w:r>
          </w:p>
          <w:p w14:paraId="25063B1B" w14:textId="21D371D4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Sonda di temperatura aria esterna di serie</w:t>
            </w:r>
          </w:p>
          <w:p w14:paraId="7B165325" w14:textId="01E0A25B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Struttura in lamiera zincata e verniciata, completa di resistenza elettrica antigelo sulla vaschetta raccogli condensa</w:t>
            </w:r>
          </w:p>
          <w:p w14:paraId="2280B891" w14:textId="1CA799B3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Allestimento con gruppo idronico, completo di circolatore ErP, vaso di espansione a membrana, valvole di sfiato aria e valvola di sicurezza</w:t>
            </w:r>
          </w:p>
          <w:p w14:paraId="3F354B8C" w14:textId="4E20E999" w:rsidR="003A3500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Pressostat</w:t>
            </w:r>
            <w:r>
              <w:rPr>
                <w:rFonts w:ascii="Poppins" w:hAnsi="Poppins" w:cs="Poppins"/>
              </w:rPr>
              <w:t>o</w:t>
            </w:r>
            <w:r w:rsidRPr="000522E7">
              <w:rPr>
                <w:rFonts w:ascii="Poppins" w:hAnsi="Poppins" w:cs="Poppins"/>
              </w:rPr>
              <w:t xml:space="preserve"> di alta pressione</w:t>
            </w:r>
          </w:p>
          <w:p w14:paraId="7AA00E86" w14:textId="5FAE6E38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Trasduttori di alta e di bassa pressione</w:t>
            </w:r>
          </w:p>
          <w:p w14:paraId="695A349F" w14:textId="41C739CD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Attacchi idraulici</w:t>
            </w:r>
          </w:p>
          <w:p w14:paraId="44A1A109" w14:textId="65342045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Scarico forzato unità. Modulazione del compressore per limitare potenza e corrente assorbita allo spunto; utilizzabile anche con funzione “night mode” per la limitazione della rumorosità in funzionamento notturno</w:t>
            </w:r>
          </w:p>
          <w:p w14:paraId="07ABB7FB" w14:textId="35753E94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Scheda “clock” (orologio)</w:t>
            </w:r>
          </w:p>
          <w:p w14:paraId="61BDC643" w14:textId="6DEE77B9" w:rsidR="003A3500" w:rsidRPr="000522E7" w:rsidRDefault="003A3500" w:rsidP="00247C74">
            <w:pPr>
              <w:pStyle w:val="Testocommento"/>
              <w:numPr>
                <w:ilvl w:val="1"/>
                <w:numId w:val="2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Gestione Master-Slave fino a 4 unità in parallelo</w:t>
            </w:r>
          </w:p>
          <w:p w14:paraId="486BED61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F7E716F" w14:textId="695C686E" w:rsidR="003A3500" w:rsidRPr="00247C74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47C74">
              <w:rPr>
                <w:rFonts w:ascii="Poppins" w:hAnsi="Poppins" w:cs="Poppins"/>
                <w:b/>
              </w:rPr>
              <w:t>Dati tecnici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60D2AF4D" w14:textId="4627ADD0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Con Pannelli Radianti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34BCCB33" w14:textId="6E959DA8" w:rsidR="003A3500" w:rsidRPr="000522E7" w:rsidRDefault="003A3500" w:rsidP="00247C74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8560C7">
              <w:rPr>
                <w:rFonts w:ascii="Poppins" w:hAnsi="Poppins" w:cs="Poppins"/>
              </w:rPr>
              <w:t>59</w:t>
            </w:r>
            <w:r w:rsidRPr="000522E7">
              <w:rPr>
                <w:rFonts w:ascii="Poppins" w:hAnsi="Poppins" w:cs="Poppins"/>
              </w:rPr>
              <w:t>,</w:t>
            </w:r>
            <w:r w:rsidR="008560C7">
              <w:rPr>
                <w:rFonts w:ascii="Poppins" w:hAnsi="Poppins" w:cs="Poppins"/>
              </w:rPr>
              <w:t>1</w:t>
            </w:r>
            <w:r w:rsidRPr="000522E7">
              <w:rPr>
                <w:rFonts w:ascii="Poppins" w:hAnsi="Poppins" w:cs="Poppins"/>
              </w:rPr>
              <w:t xml:space="preserve">0 kW; COP </w:t>
            </w:r>
            <w:r w:rsidR="008560C7">
              <w:rPr>
                <w:rFonts w:ascii="Poppins" w:hAnsi="Poppins" w:cs="Poppins"/>
              </w:rPr>
              <w:t>3,93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35/30 °C; temperatura esterna 7 °C BS; 6 °C BU)</w:t>
            </w:r>
          </w:p>
          <w:p w14:paraId="397266CE" w14:textId="0FC20717" w:rsidR="003A3500" w:rsidRPr="000522E7" w:rsidRDefault="003A3500" w:rsidP="00247C74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8560C7">
              <w:rPr>
                <w:rFonts w:ascii="Poppins" w:hAnsi="Poppins" w:cs="Poppins"/>
              </w:rPr>
              <w:t>40</w:t>
            </w:r>
            <w:r w:rsidRPr="000522E7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 xml:space="preserve">0 kW; COP </w:t>
            </w:r>
            <w:r>
              <w:rPr>
                <w:rFonts w:ascii="Poppins" w:hAnsi="Poppins" w:cs="Poppins"/>
              </w:rPr>
              <w:t>2</w:t>
            </w:r>
            <w:r w:rsidRPr="000522E7">
              <w:rPr>
                <w:rFonts w:ascii="Poppins" w:hAnsi="Poppins" w:cs="Poppins"/>
              </w:rPr>
              <w:t>,</w:t>
            </w:r>
            <w:r w:rsidR="008560C7">
              <w:rPr>
                <w:rFonts w:ascii="Poppins" w:hAnsi="Poppins" w:cs="Poppins"/>
              </w:rPr>
              <w:t>83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35/30 °C; temperatura esterna -7 °C BS; -8 °C BU)</w:t>
            </w:r>
          </w:p>
          <w:p w14:paraId="50B435DC" w14:textId="1541D732" w:rsidR="003A3500" w:rsidRPr="00247C74" w:rsidRDefault="003A3500" w:rsidP="003A3500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 xml:space="preserve">Potenza frigorifera: </w:t>
            </w:r>
            <w:r w:rsidR="008560C7">
              <w:rPr>
                <w:rFonts w:ascii="Poppins" w:hAnsi="Poppins" w:cs="Poppins"/>
              </w:rPr>
              <w:t>74</w:t>
            </w:r>
            <w:r w:rsidRPr="000522E7">
              <w:rPr>
                <w:rFonts w:ascii="Poppins" w:hAnsi="Poppins" w:cs="Poppins"/>
              </w:rPr>
              <w:t>,</w:t>
            </w:r>
            <w:r w:rsidR="008560C7">
              <w:rPr>
                <w:rFonts w:ascii="Poppins" w:hAnsi="Poppins" w:cs="Poppins"/>
              </w:rPr>
              <w:t>90</w:t>
            </w:r>
            <w:r w:rsidRPr="000522E7">
              <w:rPr>
                <w:rFonts w:ascii="Poppins" w:hAnsi="Poppins" w:cs="Poppins"/>
              </w:rPr>
              <w:t xml:space="preserve"> kW; EER 3,6</w:t>
            </w:r>
            <w:r w:rsidR="008560C7">
              <w:rPr>
                <w:rFonts w:ascii="Poppins" w:hAnsi="Poppins" w:cs="Poppins"/>
              </w:rPr>
              <w:t>6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18/23 °C; temperatura esterna 35 °C)</w:t>
            </w:r>
          </w:p>
          <w:p w14:paraId="2C831EAD" w14:textId="1B8451BD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Con Unit</w:t>
            </w:r>
            <w:r w:rsidR="00247C74">
              <w:rPr>
                <w:rFonts w:ascii="Poppins" w:hAnsi="Poppins" w:cs="Poppins"/>
                <w:b/>
              </w:rPr>
              <w:t>à</w:t>
            </w:r>
            <w:r w:rsidRPr="000522E7">
              <w:rPr>
                <w:rFonts w:ascii="Poppins" w:hAnsi="Poppins" w:cs="Poppins"/>
                <w:b/>
              </w:rPr>
              <w:t xml:space="preserve"> Terminali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59D10398" w14:textId="122BC97E" w:rsidR="003A3500" w:rsidRPr="000522E7" w:rsidRDefault="003A3500" w:rsidP="00247C74">
            <w:pPr>
              <w:pStyle w:val="Testocommento"/>
              <w:numPr>
                <w:ilvl w:val="0"/>
                <w:numId w:val="31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8560C7">
              <w:rPr>
                <w:rFonts w:ascii="Poppins" w:hAnsi="Poppins" w:cs="Poppins"/>
              </w:rPr>
              <w:t>58</w:t>
            </w:r>
            <w:r w:rsidRPr="000522E7">
              <w:rPr>
                <w:rFonts w:ascii="Poppins" w:hAnsi="Poppins" w:cs="Poppins"/>
              </w:rPr>
              <w:t>,</w:t>
            </w:r>
            <w:r w:rsidR="008560C7">
              <w:rPr>
                <w:rFonts w:ascii="Poppins" w:hAnsi="Poppins" w:cs="Poppins"/>
              </w:rPr>
              <w:t>3</w:t>
            </w:r>
            <w:r w:rsidRPr="000522E7">
              <w:rPr>
                <w:rFonts w:ascii="Poppins" w:hAnsi="Poppins" w:cs="Poppins"/>
              </w:rPr>
              <w:t>0 kW; COP 3,</w:t>
            </w:r>
            <w:r w:rsidR="008560C7">
              <w:rPr>
                <w:rFonts w:ascii="Poppins" w:hAnsi="Poppins" w:cs="Poppins"/>
              </w:rPr>
              <w:t>21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53A8D891" w14:textId="179E6146" w:rsidR="003A3500" w:rsidRPr="000522E7" w:rsidRDefault="003A3500" w:rsidP="00247C74">
            <w:pPr>
              <w:pStyle w:val="Testocommento"/>
              <w:numPr>
                <w:ilvl w:val="0"/>
                <w:numId w:val="31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termica: </w:t>
            </w:r>
            <w:r w:rsidR="008560C7">
              <w:rPr>
                <w:rFonts w:ascii="Poppins" w:hAnsi="Poppins" w:cs="Poppins"/>
              </w:rPr>
              <w:t>40</w:t>
            </w:r>
            <w:r w:rsidRPr="000522E7">
              <w:rPr>
                <w:rFonts w:ascii="Poppins" w:hAnsi="Poppins" w:cs="Poppins"/>
              </w:rPr>
              <w:t>,</w:t>
            </w:r>
            <w:r w:rsidR="008560C7">
              <w:rPr>
                <w:rFonts w:ascii="Poppins" w:hAnsi="Poppins" w:cs="Poppins"/>
              </w:rPr>
              <w:t>8</w:t>
            </w:r>
            <w:r w:rsidRPr="000522E7">
              <w:rPr>
                <w:rFonts w:ascii="Poppins" w:hAnsi="Poppins" w:cs="Poppins"/>
              </w:rPr>
              <w:t>0 kW; COP 2,</w:t>
            </w:r>
            <w:r w:rsidR="008560C7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6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1910A5DA" w14:textId="422F560A" w:rsidR="003A3500" w:rsidRPr="000522E7" w:rsidRDefault="003A3500" w:rsidP="00247C74">
            <w:pPr>
              <w:pStyle w:val="Testocommento"/>
              <w:numPr>
                <w:ilvl w:val="0"/>
                <w:numId w:val="31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Potenza frigorifera: </w:t>
            </w:r>
            <w:r w:rsidR="008560C7">
              <w:rPr>
                <w:rFonts w:ascii="Poppins" w:hAnsi="Poppins" w:cs="Poppins"/>
              </w:rPr>
              <w:t>54</w:t>
            </w:r>
            <w:r w:rsidRPr="000522E7">
              <w:rPr>
                <w:rFonts w:ascii="Poppins" w:hAnsi="Poppins" w:cs="Poppins"/>
              </w:rPr>
              <w:t>,</w:t>
            </w:r>
            <w:r w:rsidR="008560C7">
              <w:rPr>
                <w:rFonts w:ascii="Poppins" w:hAnsi="Poppins" w:cs="Poppins"/>
              </w:rPr>
              <w:t>4</w:t>
            </w:r>
            <w:r w:rsidRPr="000522E7">
              <w:rPr>
                <w:rFonts w:ascii="Poppins" w:hAnsi="Poppins" w:cs="Poppins"/>
              </w:rPr>
              <w:t>0 kW; EER 2,</w:t>
            </w:r>
            <w:r>
              <w:rPr>
                <w:rFonts w:ascii="Poppins" w:hAnsi="Poppins" w:cs="Poppins"/>
              </w:rPr>
              <w:t>9</w:t>
            </w:r>
            <w:r w:rsidR="008560C7">
              <w:rPr>
                <w:rFonts w:ascii="Poppins" w:hAnsi="Poppins" w:cs="Poppins"/>
              </w:rPr>
              <w:t>5</w:t>
            </w:r>
            <w:r w:rsidR="00247C74">
              <w:rPr>
                <w:rFonts w:ascii="Poppins" w:hAnsi="Poppins" w:cs="Poppins"/>
              </w:rPr>
              <w:t xml:space="preserve"> </w:t>
            </w:r>
            <w:r w:rsidRPr="000522E7">
              <w:rPr>
                <w:rFonts w:ascii="Poppins" w:hAnsi="Poppins" w:cs="Poppins"/>
              </w:rPr>
              <w:t>(temperatura acqua 7/12 °C; temperatura esterna 35°C)</w:t>
            </w:r>
          </w:p>
          <w:p w14:paraId="2EB74B2D" w14:textId="74D8D490" w:rsidR="003A3500" w:rsidRPr="000522E7" w:rsidRDefault="003A3500" w:rsidP="00247C74">
            <w:pPr>
              <w:pStyle w:val="Testocommento"/>
              <w:numPr>
                <w:ilvl w:val="0"/>
                <w:numId w:val="31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Prevalenza utile lato impianto: </w:t>
            </w:r>
            <w:r>
              <w:rPr>
                <w:rFonts w:ascii="Poppins" w:hAnsi="Poppins" w:cs="Poppins"/>
              </w:rPr>
              <w:t>1</w:t>
            </w:r>
            <w:r w:rsidR="008560C7">
              <w:rPr>
                <w:rFonts w:ascii="Poppins" w:hAnsi="Poppins" w:cs="Poppins"/>
              </w:rPr>
              <w:t>06</w:t>
            </w:r>
            <w:r w:rsidRPr="000522E7">
              <w:rPr>
                <w:rFonts w:ascii="Poppins" w:hAnsi="Poppins" w:cs="Poppins"/>
              </w:rPr>
              <w:t xml:space="preserve"> kPa</w:t>
            </w:r>
          </w:p>
          <w:p w14:paraId="48CBD2EA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E67457B" w14:textId="62C41B76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(secondo norma EN 12102-1)</w:t>
            </w:r>
            <w:r w:rsidRPr="000522E7">
              <w:rPr>
                <w:rFonts w:ascii="Poppins" w:hAnsi="Poppins" w:cs="Poppins"/>
              </w:rPr>
              <w:t xml:space="preserve">: </w:t>
            </w:r>
            <w:r w:rsidR="008560C7">
              <w:rPr>
                <w:rFonts w:ascii="Poppins" w:hAnsi="Poppins" w:cs="Poppins"/>
              </w:rPr>
              <w:t>82</w:t>
            </w:r>
            <w:r w:rsidRPr="000522E7">
              <w:rPr>
                <w:rFonts w:ascii="Poppins" w:hAnsi="Poppins" w:cs="Poppins"/>
              </w:rPr>
              <w:t xml:space="preserve"> d</w:t>
            </w:r>
            <w:r>
              <w:rPr>
                <w:rFonts w:ascii="Poppins" w:hAnsi="Poppins" w:cs="Poppins"/>
              </w:rPr>
              <w:t>B</w:t>
            </w:r>
            <w:r w:rsidRPr="000522E7">
              <w:rPr>
                <w:rFonts w:ascii="Poppins" w:hAnsi="Poppins" w:cs="Poppins"/>
              </w:rPr>
              <w:t>(A)</w:t>
            </w:r>
          </w:p>
          <w:p w14:paraId="6AE15DCB" w14:textId="605340BB" w:rsidR="003A3500" w:rsidRPr="000522E7" w:rsidRDefault="003A3500" w:rsidP="003A3500">
            <w:pPr>
              <w:autoSpaceDE w:val="0"/>
              <w:autoSpaceDN w:val="0"/>
              <w:adjustRightInd w:val="0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 xml:space="preserve">Livello di pressione sonora: </w:t>
            </w:r>
            <w:r w:rsidR="008560C7">
              <w:rPr>
                <w:rFonts w:ascii="Poppins" w:hAnsi="Poppins" w:cs="Poppins"/>
                <w:sz w:val="20"/>
              </w:rPr>
              <w:t>60</w:t>
            </w:r>
            <w:r w:rsidRPr="000522E7">
              <w:rPr>
                <w:rFonts w:ascii="Poppins" w:hAnsi="Poppins" w:cs="Poppins"/>
                <w:sz w:val="20"/>
              </w:rPr>
              <w:t xml:space="preserve"> dB(A) – valore riferito a fattore di direzionalità pari a 2 in campo aperto e distanza pari a 5 m.</w:t>
            </w:r>
          </w:p>
          <w:p w14:paraId="62D813FA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68358EE" w14:textId="09C0D3F9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0522E7">
              <w:rPr>
                <w:rFonts w:ascii="Poppins" w:hAnsi="Poppins" w:cs="Poppins"/>
                <w:b/>
              </w:rPr>
              <w:t>Circuito idraulico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47F766A5" w14:textId="77777777" w:rsidR="003A3500" w:rsidRPr="000522E7" w:rsidRDefault="003A3500" w:rsidP="00247C74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Massima pressione di esercizio </w:t>
            </w:r>
            <w:r>
              <w:rPr>
                <w:rFonts w:ascii="Poppins" w:hAnsi="Poppins" w:cs="Poppins"/>
              </w:rPr>
              <w:t>3</w:t>
            </w:r>
            <w:r w:rsidRPr="000522E7">
              <w:rPr>
                <w:rFonts w:ascii="Poppins" w:hAnsi="Poppins" w:cs="Poppins"/>
              </w:rPr>
              <w:t xml:space="preserve"> bar</w:t>
            </w:r>
          </w:p>
          <w:p w14:paraId="7929AD04" w14:textId="77777777" w:rsidR="003A3500" w:rsidRPr="000522E7" w:rsidRDefault="003A3500" w:rsidP="00247C74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Pompa di circolazione ErP</w:t>
            </w:r>
          </w:p>
          <w:p w14:paraId="4EDF73EE" w14:textId="77777777" w:rsidR="003A3500" w:rsidRDefault="003A3500" w:rsidP="00247C74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Attacchi idraulici: </w:t>
            </w:r>
            <w:r>
              <w:rPr>
                <w:rFonts w:ascii="Poppins" w:hAnsi="Poppins" w:cs="Poppins"/>
              </w:rPr>
              <w:t>2”</w:t>
            </w:r>
            <w:r w:rsidRPr="000522E7">
              <w:rPr>
                <w:rFonts w:ascii="Poppins" w:hAnsi="Poppins" w:cs="Poppins"/>
              </w:rPr>
              <w:t xml:space="preserve"> M</w:t>
            </w:r>
          </w:p>
          <w:p w14:paraId="6D6F4681" w14:textId="77777777" w:rsidR="003A3500" w:rsidRPr="000522E7" w:rsidRDefault="003A3500" w:rsidP="00247C74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Contenuto accumulo inerziale: 150 litri</w:t>
            </w:r>
          </w:p>
          <w:p w14:paraId="60F0A2EB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AA70C7B" w14:textId="48A39A42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>Caratteristiche elettriche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45968EDE" w14:textId="77777777" w:rsidR="003A3500" w:rsidRPr="000522E7" w:rsidRDefault="003A3500" w:rsidP="00247C74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Alimentazione elettrica: 400 Vac/3 Ph/50 Hz</w:t>
            </w:r>
          </w:p>
          <w:p w14:paraId="3BF3BFBA" w14:textId="59D9D605" w:rsidR="003A3500" w:rsidRPr="000522E7" w:rsidRDefault="003A3500" w:rsidP="00247C74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Corrente nominale: </w:t>
            </w:r>
            <w:r w:rsidR="008560C7">
              <w:rPr>
                <w:rFonts w:ascii="Poppins" w:hAnsi="Poppins" w:cs="Poppins"/>
              </w:rPr>
              <w:t>28</w:t>
            </w:r>
            <w:r w:rsidRPr="000522E7">
              <w:rPr>
                <w:rFonts w:ascii="Poppins" w:hAnsi="Poppins" w:cs="Poppins"/>
              </w:rPr>
              <w:t>,</w:t>
            </w:r>
            <w:r w:rsidR="008560C7">
              <w:rPr>
                <w:rFonts w:ascii="Poppins" w:hAnsi="Poppins" w:cs="Poppins"/>
              </w:rPr>
              <w:t>3</w:t>
            </w:r>
            <w:r w:rsidRPr="000522E7">
              <w:rPr>
                <w:rFonts w:ascii="Poppins" w:hAnsi="Poppins" w:cs="Poppins"/>
              </w:rPr>
              <w:t xml:space="preserve"> A</w:t>
            </w:r>
          </w:p>
          <w:p w14:paraId="110F1DB0" w14:textId="22AB3BD0" w:rsidR="003A3500" w:rsidRPr="000522E7" w:rsidRDefault="003A3500" w:rsidP="00247C74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Massima corrente assorbita: </w:t>
            </w:r>
            <w:r w:rsidR="008560C7">
              <w:rPr>
                <w:rFonts w:ascii="Poppins" w:hAnsi="Poppins" w:cs="Poppins"/>
              </w:rPr>
              <w:t>34</w:t>
            </w:r>
            <w:r w:rsidRPr="000522E7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>8</w:t>
            </w:r>
            <w:r w:rsidRPr="000522E7">
              <w:rPr>
                <w:rFonts w:ascii="Poppins" w:hAnsi="Poppins" w:cs="Poppins"/>
              </w:rPr>
              <w:t xml:space="preserve"> A</w:t>
            </w:r>
          </w:p>
          <w:p w14:paraId="0BF2979F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4AF6874" w14:textId="363E5F7D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>Dimensioni e peso</w:t>
            </w:r>
            <w:r w:rsidR="00247C74">
              <w:rPr>
                <w:rFonts w:ascii="Poppins" w:hAnsi="Poppins" w:cs="Poppins"/>
                <w:b/>
              </w:rPr>
              <w:t>:</w:t>
            </w:r>
          </w:p>
          <w:p w14:paraId="0847251A" w14:textId="567CD481" w:rsidR="003A3500" w:rsidRPr="000522E7" w:rsidRDefault="003A3500" w:rsidP="00247C74">
            <w:pPr>
              <w:pStyle w:val="Testocommento"/>
              <w:numPr>
                <w:ilvl w:val="0"/>
                <w:numId w:val="3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Larghezza [mm] x Altezza [mm] x Profondità [mm]: </w:t>
            </w:r>
            <w:r>
              <w:rPr>
                <w:rFonts w:ascii="Poppins" w:hAnsi="Poppins" w:cs="Poppins"/>
              </w:rPr>
              <w:t>2320</w:t>
            </w:r>
            <w:r w:rsidRPr="000522E7">
              <w:rPr>
                <w:rFonts w:ascii="Poppins" w:hAnsi="Poppins" w:cs="Poppins"/>
              </w:rPr>
              <w:t xml:space="preserve"> x </w:t>
            </w:r>
            <w:r>
              <w:rPr>
                <w:rFonts w:ascii="Poppins" w:hAnsi="Poppins" w:cs="Poppins"/>
              </w:rPr>
              <w:t>1590</w:t>
            </w:r>
            <w:r w:rsidRPr="000522E7">
              <w:rPr>
                <w:rFonts w:ascii="Poppins" w:hAnsi="Poppins" w:cs="Poppins"/>
              </w:rPr>
              <w:t xml:space="preserve"> x </w:t>
            </w:r>
            <w:r>
              <w:rPr>
                <w:rFonts w:ascii="Poppins" w:hAnsi="Poppins" w:cs="Poppins"/>
              </w:rPr>
              <w:t>1000</w:t>
            </w:r>
          </w:p>
          <w:p w14:paraId="2C670CC5" w14:textId="48EC3541" w:rsidR="003A3500" w:rsidRPr="000522E7" w:rsidRDefault="003A3500" w:rsidP="00247C74">
            <w:pPr>
              <w:pStyle w:val="Testocommento"/>
              <w:numPr>
                <w:ilvl w:val="0"/>
                <w:numId w:val="32"/>
              </w:numPr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 xml:space="preserve">Peso: </w:t>
            </w:r>
            <w:r>
              <w:rPr>
                <w:rFonts w:ascii="Poppins" w:hAnsi="Poppins" w:cs="Poppins"/>
              </w:rPr>
              <w:t>5</w:t>
            </w:r>
            <w:r w:rsidR="008560C7">
              <w:rPr>
                <w:rFonts w:ascii="Poppins" w:hAnsi="Poppins" w:cs="Poppins"/>
              </w:rPr>
              <w:t>9</w:t>
            </w:r>
            <w:r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 xml:space="preserve"> kg</w:t>
            </w:r>
          </w:p>
          <w:p w14:paraId="0861AF7F" w14:textId="77777777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7AD10EA" w14:textId="12AB084E" w:rsidR="003A3500" w:rsidRPr="000522E7" w:rsidRDefault="003A3500" w:rsidP="00247C7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 xml:space="preserve">Marca </w:t>
            </w:r>
            <w:r w:rsidRPr="002F0035">
              <w:rPr>
                <w:rFonts w:ascii="Poppins" w:hAnsi="Poppins" w:cs="Poppins"/>
                <w:b/>
              </w:rPr>
              <w:t>E</w:t>
            </w:r>
            <w:r w:rsidR="00247C74">
              <w:rPr>
                <w:rFonts w:ascii="Poppins" w:hAnsi="Poppins" w:cs="Poppins"/>
                <w:b/>
              </w:rPr>
              <w:t>mmeti</w:t>
            </w:r>
            <w:r w:rsidRPr="002F0035">
              <w:rPr>
                <w:rFonts w:ascii="Poppins" w:hAnsi="Poppins" w:cs="Poppins"/>
                <w:b/>
              </w:rPr>
              <w:t xml:space="preserve"> - Modello </w:t>
            </w:r>
            <w:r w:rsidR="00247C74" w:rsidRPr="00247C74">
              <w:rPr>
                <w:rFonts w:ascii="Poppins" w:hAnsi="Poppins" w:cs="Poppins"/>
                <w:b/>
              </w:rPr>
              <w:t>Pompa di Calore reversibile</w:t>
            </w:r>
            <w:r w:rsidR="00247C74">
              <w:rPr>
                <w:rFonts w:ascii="Poppins" w:hAnsi="Poppins" w:cs="Poppins"/>
                <w:b/>
              </w:rPr>
              <w:t xml:space="preserve"> </w:t>
            </w:r>
            <w:r w:rsidR="00247C74" w:rsidRPr="00247C74">
              <w:rPr>
                <w:rFonts w:ascii="Poppins" w:hAnsi="Poppins" w:cs="Poppins"/>
                <w:b/>
              </w:rPr>
              <w:t>inverter</w:t>
            </w:r>
            <w:r w:rsidR="00247C74">
              <w:rPr>
                <w:rFonts w:ascii="Poppins" w:hAnsi="Poppins" w:cs="Poppins"/>
                <w:b/>
              </w:rPr>
              <w:t xml:space="preserve"> </w:t>
            </w:r>
            <w:r w:rsidRPr="002F0035">
              <w:rPr>
                <w:rFonts w:ascii="Poppins" w:hAnsi="Poppins" w:cs="Poppins"/>
                <w:b/>
              </w:rPr>
              <w:t>EH</w:t>
            </w:r>
            <w:r w:rsidR="001E2BC0">
              <w:rPr>
                <w:rFonts w:ascii="Poppins" w:hAnsi="Poppins" w:cs="Poppins"/>
                <w:b/>
              </w:rPr>
              <w:t>59</w:t>
            </w:r>
            <w:r w:rsidRPr="002F0035">
              <w:rPr>
                <w:rFonts w:ascii="Poppins" w:hAnsi="Poppins" w:cs="Poppins"/>
                <w:b/>
              </w:rPr>
              <w:t>22T-DC o equivalente</w:t>
            </w:r>
            <w:r w:rsidR="00247C74">
              <w:rPr>
                <w:rFonts w:ascii="Poppins" w:hAnsi="Poppins" w:cs="Poppins"/>
                <w:b/>
              </w:rPr>
              <w:t>.</w:t>
            </w:r>
          </w:p>
        </w:tc>
      </w:tr>
      <w:tr w:rsidR="003A3500" w:rsidRPr="000522E7" w14:paraId="0A35E6E8" w14:textId="77777777" w:rsidTr="00204CFF">
        <w:trPr>
          <w:trHeight w:val="675"/>
        </w:trPr>
        <w:tc>
          <w:tcPr>
            <w:tcW w:w="1208" w:type="dxa"/>
          </w:tcPr>
          <w:p w14:paraId="181F2EBA" w14:textId="7B01079C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lastRenderedPageBreak/>
              <w:t>072440</w:t>
            </w:r>
            <w:r>
              <w:rPr>
                <w:rFonts w:ascii="Poppins" w:hAnsi="Poppins" w:cs="Poppins"/>
              </w:rPr>
              <w:t>5</w:t>
            </w:r>
            <w:r w:rsidRPr="000522E7">
              <w:rPr>
                <w:rFonts w:ascii="Poppins" w:hAnsi="Poppins" w:cs="Poppins"/>
              </w:rPr>
              <w:t>0</w:t>
            </w:r>
          </w:p>
        </w:tc>
        <w:tc>
          <w:tcPr>
            <w:tcW w:w="2077" w:type="dxa"/>
          </w:tcPr>
          <w:p w14:paraId="4582495E" w14:textId="530940D7" w:rsidR="003A3500" w:rsidRPr="000522E7" w:rsidRDefault="003A3500" w:rsidP="00261FDC">
            <w:pPr>
              <w:jc w:val="center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>Kit Supporti antivibranti</w:t>
            </w:r>
            <w:r w:rsidR="00261FDC">
              <w:rPr>
                <w:rFonts w:ascii="Poppins" w:hAnsi="Poppins" w:cs="Poppins"/>
                <w:sz w:val="20"/>
              </w:rPr>
              <w:t xml:space="preserve"> </w:t>
            </w:r>
            <w:r w:rsidRPr="000522E7">
              <w:rPr>
                <w:rFonts w:ascii="Poppins" w:hAnsi="Poppins" w:cs="Poppins"/>
                <w:sz w:val="20"/>
              </w:rPr>
              <w:t>EKSA</w:t>
            </w:r>
          </w:p>
        </w:tc>
        <w:tc>
          <w:tcPr>
            <w:tcW w:w="6315" w:type="dxa"/>
          </w:tcPr>
          <w:p w14:paraId="32457EBB" w14:textId="58BBB270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>Kit Supporti antivibranti (4 pz) per chiller/pompa di calore EH inverter</w:t>
            </w:r>
            <w:r w:rsidR="00C56C44">
              <w:rPr>
                <w:rFonts w:ascii="Poppins" w:hAnsi="Poppins" w:cs="Poppins"/>
                <w:sz w:val="20"/>
              </w:rPr>
              <w:t>.</w:t>
            </w:r>
          </w:p>
          <w:p w14:paraId="2F1B8EC5" w14:textId="77777777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40F64E" w14:textId="7E61AFC0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b/>
                <w:sz w:val="20"/>
              </w:rPr>
              <w:t>Marca E</w:t>
            </w:r>
            <w:r w:rsidR="00261FDC">
              <w:rPr>
                <w:rFonts w:ascii="Poppins" w:hAnsi="Poppins" w:cs="Poppins"/>
                <w:b/>
                <w:sz w:val="20"/>
              </w:rPr>
              <w:t>mmeti</w:t>
            </w:r>
            <w:r w:rsidRPr="000522E7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261FDC" w:rsidRPr="00261FDC">
              <w:rPr>
                <w:rFonts w:ascii="Poppins" w:hAnsi="Poppins" w:cs="Poppins"/>
                <w:b/>
                <w:sz w:val="20"/>
              </w:rPr>
              <w:t xml:space="preserve">Kit Supporti antivibranti </w:t>
            </w:r>
            <w:r w:rsidRPr="000522E7">
              <w:rPr>
                <w:rFonts w:ascii="Poppins" w:hAnsi="Poppins" w:cs="Poppins"/>
                <w:b/>
                <w:sz w:val="20"/>
              </w:rPr>
              <w:t>EKSA o equivalente</w:t>
            </w:r>
            <w:r w:rsidR="00261FD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A3500" w:rsidRPr="000522E7" w14:paraId="3501EBE8" w14:textId="77777777" w:rsidTr="00204CFF">
        <w:trPr>
          <w:trHeight w:val="675"/>
        </w:trPr>
        <w:tc>
          <w:tcPr>
            <w:tcW w:w="1208" w:type="dxa"/>
          </w:tcPr>
          <w:p w14:paraId="50E7FA38" w14:textId="19A28901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07254300</w:t>
            </w:r>
          </w:p>
        </w:tc>
        <w:tc>
          <w:tcPr>
            <w:tcW w:w="2077" w:type="dxa"/>
          </w:tcPr>
          <w:p w14:paraId="6E770910" w14:textId="7E17F980" w:rsidR="003A3500" w:rsidRPr="000522E7" w:rsidRDefault="003A3500" w:rsidP="003A3500">
            <w:pPr>
              <w:jc w:val="center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>Tastiera remota</w:t>
            </w:r>
            <w:r>
              <w:rPr>
                <w:rFonts w:ascii="Poppins" w:hAnsi="Poppins" w:cs="Poppins"/>
                <w:sz w:val="20"/>
              </w:rPr>
              <w:t xml:space="preserve"> per EHxx22T-DC</w:t>
            </w:r>
          </w:p>
        </w:tc>
        <w:tc>
          <w:tcPr>
            <w:tcW w:w="6315" w:type="dxa"/>
          </w:tcPr>
          <w:p w14:paraId="27E6A692" w14:textId="664DF984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>Tastiera remota per pompa di calore inverter</w:t>
            </w:r>
            <w:r>
              <w:rPr>
                <w:rFonts w:ascii="Poppins" w:hAnsi="Poppins" w:cs="Poppins"/>
                <w:sz w:val="20"/>
              </w:rPr>
              <w:t xml:space="preserve"> EHxx22T-DC. Installazione a muro.</w:t>
            </w:r>
          </w:p>
          <w:p w14:paraId="0A32A93E" w14:textId="77777777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936120" w14:textId="45BA81BA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b/>
                <w:sz w:val="20"/>
              </w:rPr>
              <w:t>Marca E</w:t>
            </w:r>
            <w:r w:rsidR="00261FDC">
              <w:rPr>
                <w:rFonts w:ascii="Poppins" w:hAnsi="Poppins" w:cs="Poppins"/>
                <w:b/>
                <w:sz w:val="20"/>
              </w:rPr>
              <w:t xml:space="preserve">mmeti </w:t>
            </w:r>
            <w:r w:rsidRPr="000522E7">
              <w:rPr>
                <w:rFonts w:ascii="Poppins" w:hAnsi="Poppins" w:cs="Poppins"/>
                <w:b/>
                <w:sz w:val="20"/>
              </w:rPr>
              <w:t xml:space="preserve">– Modello </w:t>
            </w:r>
            <w:r w:rsidRPr="006A72CC">
              <w:rPr>
                <w:rFonts w:ascii="Poppins" w:hAnsi="Poppins" w:cs="Poppins"/>
                <w:b/>
                <w:bCs/>
                <w:sz w:val="20"/>
              </w:rPr>
              <w:t>Tastiera remota per EHxx22T-DC o equivalente</w:t>
            </w:r>
            <w:r w:rsidR="00261FDC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3A3500" w:rsidRPr="000522E7" w14:paraId="7FCF457C" w14:textId="77777777" w:rsidTr="00204CFF">
        <w:trPr>
          <w:trHeight w:val="675"/>
        </w:trPr>
        <w:tc>
          <w:tcPr>
            <w:tcW w:w="1208" w:type="dxa"/>
          </w:tcPr>
          <w:p w14:paraId="29071452" w14:textId="3686EA62" w:rsidR="003A3500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07254310</w:t>
            </w:r>
          </w:p>
        </w:tc>
        <w:tc>
          <w:tcPr>
            <w:tcW w:w="2077" w:type="dxa"/>
          </w:tcPr>
          <w:p w14:paraId="0FA34C49" w14:textId="15D66329" w:rsidR="003A3500" w:rsidRPr="000522E7" w:rsidRDefault="003A3500" w:rsidP="003A3500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Cavo di collegamento per </w:t>
            </w:r>
            <w:r w:rsidR="00C56C44">
              <w:rPr>
                <w:rFonts w:ascii="Poppins" w:hAnsi="Poppins" w:cs="Poppins"/>
                <w:sz w:val="20"/>
              </w:rPr>
              <w:t>T</w:t>
            </w:r>
            <w:r>
              <w:rPr>
                <w:rFonts w:ascii="Poppins" w:hAnsi="Poppins" w:cs="Poppins"/>
                <w:sz w:val="20"/>
              </w:rPr>
              <w:t>astiera remota per EHxx22T-DC</w:t>
            </w:r>
          </w:p>
        </w:tc>
        <w:tc>
          <w:tcPr>
            <w:tcW w:w="6315" w:type="dxa"/>
          </w:tcPr>
          <w:p w14:paraId="784C3789" w14:textId="0B4F311E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Cavo di collegamento per </w:t>
            </w:r>
            <w:r w:rsidRPr="000522E7">
              <w:rPr>
                <w:rFonts w:ascii="Poppins" w:hAnsi="Poppins" w:cs="Poppins"/>
                <w:sz w:val="20"/>
              </w:rPr>
              <w:t>Tastiera remota per pompa di calore inverter</w:t>
            </w:r>
            <w:r>
              <w:rPr>
                <w:rFonts w:ascii="Poppins" w:hAnsi="Poppins" w:cs="Poppins"/>
                <w:sz w:val="20"/>
              </w:rPr>
              <w:t xml:space="preserve"> EHxx22T-DC. Lunghezza 30 m.</w:t>
            </w:r>
          </w:p>
          <w:p w14:paraId="584238B5" w14:textId="77777777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B2435F" w14:textId="442C3AFA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b/>
                <w:sz w:val="20"/>
              </w:rPr>
              <w:t>Marca E</w:t>
            </w:r>
            <w:r w:rsidR="00261FDC">
              <w:rPr>
                <w:rFonts w:ascii="Poppins" w:hAnsi="Poppins" w:cs="Poppins"/>
                <w:b/>
                <w:sz w:val="20"/>
              </w:rPr>
              <w:t>mmeti</w:t>
            </w:r>
            <w:r w:rsidRPr="000522E7">
              <w:rPr>
                <w:rFonts w:ascii="Poppins" w:hAnsi="Poppins" w:cs="Poppins"/>
                <w:b/>
                <w:sz w:val="20"/>
              </w:rPr>
              <w:t xml:space="preserve"> – Modello</w:t>
            </w:r>
            <w:r>
              <w:rPr>
                <w:rFonts w:ascii="Poppins" w:hAnsi="Poppins" w:cs="Poppins"/>
                <w:b/>
                <w:sz w:val="20"/>
              </w:rPr>
              <w:t xml:space="preserve"> Cavo di collegamento per</w:t>
            </w:r>
            <w:r w:rsidRPr="000522E7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6A72CC">
              <w:rPr>
                <w:rFonts w:ascii="Poppins" w:hAnsi="Poppins" w:cs="Poppins"/>
                <w:b/>
                <w:bCs/>
                <w:sz w:val="20"/>
              </w:rPr>
              <w:t>Tastiera remota per EHxx22T-DC o equivalente</w:t>
            </w:r>
            <w:r w:rsidR="00261FDC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3A3500" w:rsidRPr="000522E7" w14:paraId="0431967C" w14:textId="77777777" w:rsidTr="00204CFF">
        <w:trPr>
          <w:trHeight w:val="675"/>
        </w:trPr>
        <w:tc>
          <w:tcPr>
            <w:tcW w:w="1208" w:type="dxa"/>
          </w:tcPr>
          <w:p w14:paraId="25C3F09C" w14:textId="77777777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07245530</w:t>
            </w:r>
          </w:p>
        </w:tc>
        <w:tc>
          <w:tcPr>
            <w:tcW w:w="2077" w:type="dxa"/>
          </w:tcPr>
          <w:p w14:paraId="68F25587" w14:textId="77777777" w:rsidR="003A3500" w:rsidRPr="000522E7" w:rsidRDefault="003A3500" w:rsidP="003A3500">
            <w:pPr>
              <w:jc w:val="center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>Interfaccia seriale RS485 Modbus RTU</w:t>
            </w:r>
          </w:p>
          <w:p w14:paraId="33C81979" w14:textId="77777777" w:rsidR="003A3500" w:rsidRPr="000522E7" w:rsidRDefault="003A3500" w:rsidP="003A3500">
            <w:pPr>
              <w:jc w:val="center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>EKRS485</w:t>
            </w:r>
          </w:p>
        </w:tc>
        <w:tc>
          <w:tcPr>
            <w:tcW w:w="6315" w:type="dxa"/>
          </w:tcPr>
          <w:p w14:paraId="1E861359" w14:textId="4E5875E7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sz w:val="20"/>
              </w:rPr>
              <w:t>Interfaccia seriale RS485 Modbus RTU (optoisolata), per chiller/ pompa di calore</w:t>
            </w:r>
            <w:r w:rsidR="001E706A">
              <w:rPr>
                <w:rFonts w:ascii="Poppins" w:hAnsi="Poppins" w:cs="Poppins"/>
                <w:sz w:val="20"/>
              </w:rPr>
              <w:t>.</w:t>
            </w:r>
          </w:p>
          <w:p w14:paraId="18A0EF63" w14:textId="77777777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0C6953" w14:textId="4BF07F9E" w:rsidR="003A3500" w:rsidRPr="000522E7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 w:rsidRPr="000522E7">
              <w:rPr>
                <w:rFonts w:ascii="Poppins" w:hAnsi="Poppins" w:cs="Poppins"/>
                <w:b/>
                <w:sz w:val="20"/>
              </w:rPr>
              <w:t>Marca E</w:t>
            </w:r>
            <w:r w:rsidR="00261FDC">
              <w:rPr>
                <w:rFonts w:ascii="Poppins" w:hAnsi="Poppins" w:cs="Poppins"/>
                <w:b/>
                <w:sz w:val="20"/>
              </w:rPr>
              <w:t>mmeti</w:t>
            </w:r>
            <w:r w:rsidRPr="000522E7">
              <w:rPr>
                <w:rFonts w:ascii="Poppins" w:hAnsi="Poppins" w:cs="Poppins"/>
                <w:b/>
                <w:sz w:val="20"/>
              </w:rPr>
              <w:t xml:space="preserve"> – Modello</w:t>
            </w:r>
            <w:r w:rsidR="00EF4111">
              <w:rPr>
                <w:rFonts w:cs="Poppins"/>
                <w:b/>
              </w:rPr>
              <w:t xml:space="preserve"> </w:t>
            </w:r>
            <w:r w:rsidR="00EF4111" w:rsidRPr="00EF4111">
              <w:rPr>
                <w:rFonts w:ascii="Poppins" w:hAnsi="Poppins" w:cs="Poppins"/>
                <w:b/>
                <w:sz w:val="20"/>
              </w:rPr>
              <w:t>Interfaccia seriale RS485 Modbus RTU</w:t>
            </w:r>
            <w:r w:rsidRPr="000522E7">
              <w:rPr>
                <w:rFonts w:ascii="Poppins" w:hAnsi="Poppins" w:cs="Poppins"/>
                <w:b/>
                <w:sz w:val="20"/>
              </w:rPr>
              <w:t xml:space="preserve"> EKRS485 o equivalente</w:t>
            </w:r>
            <w:r w:rsidR="00261FD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A3500" w:rsidRPr="000522E7" w14:paraId="3ACA5BBE" w14:textId="77777777" w:rsidTr="00204CFF">
        <w:trPr>
          <w:trHeight w:val="675"/>
        </w:trPr>
        <w:tc>
          <w:tcPr>
            <w:tcW w:w="1208" w:type="dxa"/>
          </w:tcPr>
          <w:p w14:paraId="7D66B3F0" w14:textId="2415D934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1005200</w:t>
            </w:r>
          </w:p>
        </w:tc>
        <w:tc>
          <w:tcPr>
            <w:tcW w:w="2077" w:type="dxa"/>
          </w:tcPr>
          <w:p w14:paraId="13DAC55A" w14:textId="6C405776" w:rsidR="003A3500" w:rsidRPr="000522E7" w:rsidRDefault="003A3500" w:rsidP="003A350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Filtro a Y 2”</w:t>
            </w:r>
          </w:p>
        </w:tc>
        <w:tc>
          <w:tcPr>
            <w:tcW w:w="6315" w:type="dxa"/>
          </w:tcPr>
          <w:p w14:paraId="0CEE6D49" w14:textId="77777777" w:rsidR="001E706A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Filtro a Y, in ottone, con filtrazione a rete.</w:t>
            </w:r>
          </w:p>
          <w:p w14:paraId="47E7F6AB" w14:textId="2C27C647" w:rsidR="003A3500" w:rsidRPr="00254146" w:rsidRDefault="003A3500" w:rsidP="003A350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F-F misura 2”. </w:t>
            </w:r>
          </w:p>
          <w:p w14:paraId="1DEF9126" w14:textId="468F755C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AA01821" w14:textId="2F1AC123" w:rsidR="003A3500" w:rsidRPr="000522E7" w:rsidRDefault="003A3500" w:rsidP="003A35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0522E7">
              <w:rPr>
                <w:rFonts w:ascii="Poppins" w:hAnsi="Poppins" w:cs="Poppins"/>
                <w:b/>
              </w:rPr>
              <w:t>Marca E</w:t>
            </w:r>
            <w:r w:rsidR="00261FDC">
              <w:rPr>
                <w:rFonts w:ascii="Poppins" w:hAnsi="Poppins" w:cs="Poppins"/>
                <w:b/>
              </w:rPr>
              <w:t>mmeti</w:t>
            </w:r>
            <w:r w:rsidRPr="000522E7">
              <w:rPr>
                <w:rFonts w:ascii="Poppins" w:hAnsi="Poppins" w:cs="Poppins"/>
                <w:b/>
              </w:rPr>
              <w:t xml:space="preserve"> – Modello </w:t>
            </w:r>
            <w:r>
              <w:rPr>
                <w:rFonts w:ascii="Poppins" w:hAnsi="Poppins" w:cs="Poppins"/>
                <w:b/>
              </w:rPr>
              <w:t>Filtro a Y misura 2” o equivalente</w:t>
            </w:r>
            <w:r w:rsidR="00261FDC">
              <w:rPr>
                <w:rFonts w:ascii="Poppins" w:hAnsi="Poppins" w:cs="Poppins"/>
                <w:b/>
              </w:rPr>
              <w:t>.</w:t>
            </w:r>
          </w:p>
        </w:tc>
      </w:tr>
    </w:tbl>
    <w:p w14:paraId="002E52E2" w14:textId="77777777" w:rsidR="000522E7" w:rsidRPr="000522E7" w:rsidRDefault="000522E7" w:rsidP="000522E7">
      <w:pPr>
        <w:pStyle w:val="Intestazione"/>
        <w:tabs>
          <w:tab w:val="clear" w:pos="4819"/>
          <w:tab w:val="clear" w:pos="9638"/>
        </w:tabs>
        <w:rPr>
          <w:rFonts w:ascii="Poppins" w:hAnsi="Poppins" w:cs="Poppins"/>
          <w:sz w:val="20"/>
        </w:rPr>
      </w:pPr>
    </w:p>
    <w:p w14:paraId="60997782" w14:textId="77777777" w:rsidR="000522E7" w:rsidRPr="000522E7" w:rsidRDefault="000522E7" w:rsidP="00A06A5E">
      <w:pPr>
        <w:rPr>
          <w:rFonts w:ascii="Poppins" w:hAnsi="Poppins" w:cs="Poppins"/>
          <w:sz w:val="20"/>
        </w:rPr>
      </w:pPr>
    </w:p>
    <w:sectPr w:rsidR="000522E7" w:rsidRPr="000522E7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15E42" w14:textId="77777777" w:rsidR="00E91F01" w:rsidRDefault="00E91F01">
      <w:r>
        <w:separator/>
      </w:r>
    </w:p>
  </w:endnote>
  <w:endnote w:type="continuationSeparator" w:id="0">
    <w:p w14:paraId="0686F088" w14:textId="77777777" w:rsidR="00E91F01" w:rsidRDefault="00E9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 Light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DD5" w14:textId="2E634051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5E4FCC5C" w14:textId="77777777" w:rsidTr="004706FD">
      <w:tc>
        <w:tcPr>
          <w:tcW w:w="4534" w:type="dxa"/>
        </w:tcPr>
        <w:p w14:paraId="75A60B68" w14:textId="3D7BFABB" w:rsidR="00C86331" w:rsidRPr="00A271C8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  <w:szCs w:val="16"/>
            </w:rPr>
          </w:pPr>
          <w:r w:rsidRPr="00A271C8">
            <w:rPr>
              <w:rFonts w:ascii="Poppins" w:hAnsi="Poppins" w:cs="Poppins"/>
              <w:iCs/>
              <w:sz w:val="16"/>
              <w:szCs w:val="16"/>
            </w:rPr>
            <w:fldChar w:fldCharType="begin"/>
          </w:r>
          <w:r w:rsidRPr="00A271C8">
            <w:rPr>
              <w:rFonts w:ascii="Poppins" w:hAnsi="Poppins" w:cs="Poppins"/>
              <w:iCs/>
              <w:sz w:val="16"/>
              <w:szCs w:val="16"/>
            </w:rPr>
            <w:instrText xml:space="preserve"> FILENAME  \* MERGEFORMAT </w:instrText>
          </w:r>
          <w:r w:rsidRPr="00A271C8">
            <w:rPr>
              <w:rFonts w:ascii="Poppins" w:hAnsi="Poppins" w:cs="Poppins"/>
              <w:iCs/>
              <w:sz w:val="16"/>
              <w:szCs w:val="16"/>
            </w:rPr>
            <w:fldChar w:fldCharType="separate"/>
          </w:r>
          <w:r w:rsidR="000522E7" w:rsidRPr="00A271C8">
            <w:rPr>
              <w:rFonts w:ascii="Poppins" w:hAnsi="Poppins" w:cs="Poppins"/>
              <w:iCs/>
              <w:noProof/>
              <w:sz w:val="16"/>
              <w:szCs w:val="16"/>
            </w:rPr>
            <w:t>EH Inverter Commercial</w:t>
          </w:r>
          <w:r w:rsidRPr="00A271C8">
            <w:rPr>
              <w:rFonts w:ascii="Poppins" w:hAnsi="Poppins" w:cs="Poppins"/>
              <w:iCs/>
              <w:sz w:val="16"/>
              <w:szCs w:val="16"/>
            </w:rPr>
            <w:fldChar w:fldCharType="end"/>
          </w:r>
        </w:p>
      </w:tc>
      <w:tc>
        <w:tcPr>
          <w:tcW w:w="5176" w:type="dxa"/>
        </w:tcPr>
        <w:p w14:paraId="7E109C79" w14:textId="51877B38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E706A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65FCFBF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EE0B973" wp14:editId="4E3747C5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B895" w14:textId="77777777" w:rsidR="00E91F01" w:rsidRDefault="00E91F01">
      <w:r>
        <w:separator/>
      </w:r>
    </w:p>
  </w:footnote>
  <w:footnote w:type="continuationSeparator" w:id="0">
    <w:p w14:paraId="2B868850" w14:textId="77777777" w:rsidR="00E91F01" w:rsidRDefault="00E91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A8E8A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51463C84" wp14:editId="0E8C7E94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5E0B0A0A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688D0D87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064CE377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383"/>
    <w:multiLevelType w:val="hybridMultilevel"/>
    <w:tmpl w:val="9F4CA4F6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54C12"/>
    <w:multiLevelType w:val="hybridMultilevel"/>
    <w:tmpl w:val="245C55E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31B2B"/>
    <w:multiLevelType w:val="hybridMultilevel"/>
    <w:tmpl w:val="FC9A2AC6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B316C"/>
    <w:multiLevelType w:val="hybridMultilevel"/>
    <w:tmpl w:val="869A69B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44DD6"/>
    <w:multiLevelType w:val="hybridMultilevel"/>
    <w:tmpl w:val="AD5AE3EE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326C0"/>
    <w:multiLevelType w:val="hybridMultilevel"/>
    <w:tmpl w:val="A6E2D4D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B4DDD"/>
    <w:multiLevelType w:val="hybridMultilevel"/>
    <w:tmpl w:val="DD8280FA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B5AE6"/>
    <w:multiLevelType w:val="hybridMultilevel"/>
    <w:tmpl w:val="F0DE2EE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54688"/>
    <w:multiLevelType w:val="hybridMultilevel"/>
    <w:tmpl w:val="349829E6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3157A"/>
    <w:multiLevelType w:val="hybridMultilevel"/>
    <w:tmpl w:val="039A6910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270AF938">
      <w:numFmt w:val="bullet"/>
      <w:lvlText w:val="•"/>
      <w:lvlJc w:val="left"/>
      <w:pPr>
        <w:ind w:left="1440" w:hanging="360"/>
      </w:pPr>
      <w:rPr>
        <w:rFonts w:ascii="Poppins" w:eastAsia="Times New Roman" w:hAnsi="Poppins" w:cs="Poppi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02C88"/>
    <w:multiLevelType w:val="hybridMultilevel"/>
    <w:tmpl w:val="194E353C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479F5"/>
    <w:multiLevelType w:val="hybridMultilevel"/>
    <w:tmpl w:val="F5E4D01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123D5"/>
    <w:multiLevelType w:val="hybridMultilevel"/>
    <w:tmpl w:val="4ED0D54A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1CEB3F6">
      <w:numFmt w:val="bullet"/>
      <w:lvlText w:val="-"/>
      <w:lvlJc w:val="left"/>
      <w:pPr>
        <w:ind w:left="144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E781B"/>
    <w:multiLevelType w:val="hybridMultilevel"/>
    <w:tmpl w:val="D2F80A4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D2C2B"/>
    <w:multiLevelType w:val="hybridMultilevel"/>
    <w:tmpl w:val="674C5F5A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B7EC3"/>
    <w:multiLevelType w:val="hybridMultilevel"/>
    <w:tmpl w:val="9B70C56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43506"/>
    <w:multiLevelType w:val="hybridMultilevel"/>
    <w:tmpl w:val="AF583E2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D0480"/>
    <w:multiLevelType w:val="hybridMultilevel"/>
    <w:tmpl w:val="99A24102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44C28"/>
    <w:multiLevelType w:val="hybridMultilevel"/>
    <w:tmpl w:val="994EAECA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121B4"/>
    <w:multiLevelType w:val="hybridMultilevel"/>
    <w:tmpl w:val="5614C5BE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A49EE"/>
    <w:multiLevelType w:val="hybridMultilevel"/>
    <w:tmpl w:val="029A220C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A7026"/>
    <w:multiLevelType w:val="hybridMultilevel"/>
    <w:tmpl w:val="83CED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815E1"/>
    <w:multiLevelType w:val="hybridMultilevel"/>
    <w:tmpl w:val="02E4536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41C31"/>
    <w:multiLevelType w:val="hybridMultilevel"/>
    <w:tmpl w:val="60724EA2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425B12"/>
    <w:multiLevelType w:val="hybridMultilevel"/>
    <w:tmpl w:val="1A5CB9C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47DB1"/>
    <w:multiLevelType w:val="hybridMultilevel"/>
    <w:tmpl w:val="89EEF8F6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A40B5"/>
    <w:multiLevelType w:val="hybridMultilevel"/>
    <w:tmpl w:val="23168144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B3922"/>
    <w:multiLevelType w:val="hybridMultilevel"/>
    <w:tmpl w:val="05E2FEF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07EE8"/>
    <w:multiLevelType w:val="hybridMultilevel"/>
    <w:tmpl w:val="99E8F7C8"/>
    <w:lvl w:ilvl="0" w:tplc="49A00C3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348E3"/>
    <w:multiLevelType w:val="hybridMultilevel"/>
    <w:tmpl w:val="8AB834A2"/>
    <w:lvl w:ilvl="0" w:tplc="334EAE42">
      <w:numFmt w:val="bullet"/>
      <w:lvlText w:val="•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EB336C"/>
    <w:multiLevelType w:val="hybridMultilevel"/>
    <w:tmpl w:val="06B0EB4A"/>
    <w:lvl w:ilvl="0" w:tplc="89BEC06E">
      <w:numFmt w:val="bullet"/>
      <w:lvlText w:val="–"/>
      <w:lvlJc w:val="left"/>
      <w:pPr>
        <w:ind w:left="720" w:hanging="360"/>
      </w:pPr>
      <w:rPr>
        <w:rFonts w:ascii="Poppins" w:eastAsia="Times New Roman" w:hAnsi="Poppi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531100">
    <w:abstractNumId w:val="20"/>
  </w:num>
  <w:num w:numId="2" w16cid:durableId="330063849">
    <w:abstractNumId w:val="19"/>
  </w:num>
  <w:num w:numId="3" w16cid:durableId="2104718111">
    <w:abstractNumId w:val="14"/>
  </w:num>
  <w:num w:numId="4" w16cid:durableId="738795947">
    <w:abstractNumId w:val="24"/>
  </w:num>
  <w:num w:numId="5" w16cid:durableId="1401363921">
    <w:abstractNumId w:val="32"/>
  </w:num>
  <w:num w:numId="6" w16cid:durableId="2031026585">
    <w:abstractNumId w:val="33"/>
  </w:num>
  <w:num w:numId="7" w16cid:durableId="1003362616">
    <w:abstractNumId w:val="28"/>
  </w:num>
  <w:num w:numId="8" w16cid:durableId="872882833">
    <w:abstractNumId w:val="0"/>
  </w:num>
  <w:num w:numId="9" w16cid:durableId="1353923600">
    <w:abstractNumId w:val="4"/>
  </w:num>
  <w:num w:numId="10" w16cid:durableId="1512797342">
    <w:abstractNumId w:val="15"/>
  </w:num>
  <w:num w:numId="11" w16cid:durableId="2082098960">
    <w:abstractNumId w:val="29"/>
  </w:num>
  <w:num w:numId="12" w16cid:durableId="380600015">
    <w:abstractNumId w:val="9"/>
  </w:num>
  <w:num w:numId="13" w16cid:durableId="250118057">
    <w:abstractNumId w:val="26"/>
  </w:num>
  <w:num w:numId="14" w16cid:durableId="207032159">
    <w:abstractNumId w:val="30"/>
  </w:num>
  <w:num w:numId="15" w16cid:durableId="491337775">
    <w:abstractNumId w:val="8"/>
  </w:num>
  <w:num w:numId="16" w16cid:durableId="434636192">
    <w:abstractNumId w:val="6"/>
  </w:num>
  <w:num w:numId="17" w16cid:durableId="728842696">
    <w:abstractNumId w:val="23"/>
  </w:num>
  <w:num w:numId="18" w16cid:durableId="876624212">
    <w:abstractNumId w:val="10"/>
  </w:num>
  <w:num w:numId="19" w16cid:durableId="1033506311">
    <w:abstractNumId w:val="18"/>
  </w:num>
  <w:num w:numId="20" w16cid:durableId="706419244">
    <w:abstractNumId w:val="21"/>
  </w:num>
  <w:num w:numId="21" w16cid:durableId="414744376">
    <w:abstractNumId w:val="31"/>
  </w:num>
  <w:num w:numId="22" w16cid:durableId="1481456901">
    <w:abstractNumId w:val="12"/>
  </w:num>
  <w:num w:numId="23" w16cid:durableId="1047610717">
    <w:abstractNumId w:val="25"/>
  </w:num>
  <w:num w:numId="24" w16cid:durableId="2042586456">
    <w:abstractNumId w:val="13"/>
  </w:num>
  <w:num w:numId="25" w16cid:durableId="1796488082">
    <w:abstractNumId w:val="11"/>
  </w:num>
  <w:num w:numId="26" w16cid:durableId="1806770862">
    <w:abstractNumId w:val="16"/>
  </w:num>
  <w:num w:numId="27" w16cid:durableId="812604098">
    <w:abstractNumId w:val="1"/>
  </w:num>
  <w:num w:numId="28" w16cid:durableId="123162514">
    <w:abstractNumId w:val="22"/>
  </w:num>
  <w:num w:numId="29" w16cid:durableId="139810761">
    <w:abstractNumId w:val="2"/>
  </w:num>
  <w:num w:numId="30" w16cid:durableId="721056844">
    <w:abstractNumId w:val="27"/>
  </w:num>
  <w:num w:numId="31" w16cid:durableId="1724063075">
    <w:abstractNumId w:val="5"/>
  </w:num>
  <w:num w:numId="32" w16cid:durableId="310256955">
    <w:abstractNumId w:val="3"/>
  </w:num>
  <w:num w:numId="33" w16cid:durableId="1160315860">
    <w:abstractNumId w:val="7"/>
  </w:num>
  <w:num w:numId="34" w16cid:durableId="16722216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1A50"/>
    <w:rsid w:val="00016B18"/>
    <w:rsid w:val="000522E7"/>
    <w:rsid w:val="00072E6E"/>
    <w:rsid w:val="00087FA1"/>
    <w:rsid w:val="000B6932"/>
    <w:rsid w:val="000C52FA"/>
    <w:rsid w:val="000E15FA"/>
    <w:rsid w:val="000E259F"/>
    <w:rsid w:val="000F7A52"/>
    <w:rsid w:val="000F7A85"/>
    <w:rsid w:val="00103A0D"/>
    <w:rsid w:val="001441C6"/>
    <w:rsid w:val="001450AB"/>
    <w:rsid w:val="00160B7E"/>
    <w:rsid w:val="001620E3"/>
    <w:rsid w:val="00171DAE"/>
    <w:rsid w:val="00173F6F"/>
    <w:rsid w:val="00195A49"/>
    <w:rsid w:val="001A59C4"/>
    <w:rsid w:val="001B6644"/>
    <w:rsid w:val="001E2BC0"/>
    <w:rsid w:val="001E471C"/>
    <w:rsid w:val="001E706A"/>
    <w:rsid w:val="001F18FC"/>
    <w:rsid w:val="001F782F"/>
    <w:rsid w:val="00214568"/>
    <w:rsid w:val="0023000E"/>
    <w:rsid w:val="002346C2"/>
    <w:rsid w:val="002367CB"/>
    <w:rsid w:val="00247C74"/>
    <w:rsid w:val="00254146"/>
    <w:rsid w:val="00261FDC"/>
    <w:rsid w:val="00264BCF"/>
    <w:rsid w:val="00267F15"/>
    <w:rsid w:val="002710A1"/>
    <w:rsid w:val="0028448D"/>
    <w:rsid w:val="002862D2"/>
    <w:rsid w:val="002B5D63"/>
    <w:rsid w:val="002B73A0"/>
    <w:rsid w:val="002C6FDB"/>
    <w:rsid w:val="002F0035"/>
    <w:rsid w:val="003333BC"/>
    <w:rsid w:val="00344430"/>
    <w:rsid w:val="003524C7"/>
    <w:rsid w:val="00357812"/>
    <w:rsid w:val="00387009"/>
    <w:rsid w:val="003A3500"/>
    <w:rsid w:val="003C1E95"/>
    <w:rsid w:val="003C471B"/>
    <w:rsid w:val="003E4D42"/>
    <w:rsid w:val="0040020C"/>
    <w:rsid w:val="00433C12"/>
    <w:rsid w:val="004422A0"/>
    <w:rsid w:val="0044592F"/>
    <w:rsid w:val="004626F6"/>
    <w:rsid w:val="004706FD"/>
    <w:rsid w:val="00474537"/>
    <w:rsid w:val="0048382E"/>
    <w:rsid w:val="004D121A"/>
    <w:rsid w:val="004F7D64"/>
    <w:rsid w:val="00536743"/>
    <w:rsid w:val="00570ADA"/>
    <w:rsid w:val="0059410A"/>
    <w:rsid w:val="005C61B9"/>
    <w:rsid w:val="005D76EB"/>
    <w:rsid w:val="005E026F"/>
    <w:rsid w:val="006004C8"/>
    <w:rsid w:val="00610639"/>
    <w:rsid w:val="00633199"/>
    <w:rsid w:val="006A72CC"/>
    <w:rsid w:val="006B218C"/>
    <w:rsid w:val="006B29B1"/>
    <w:rsid w:val="006C151B"/>
    <w:rsid w:val="006D044B"/>
    <w:rsid w:val="006D4FDF"/>
    <w:rsid w:val="006E5C4B"/>
    <w:rsid w:val="006F1812"/>
    <w:rsid w:val="006F6AB3"/>
    <w:rsid w:val="00710BB8"/>
    <w:rsid w:val="00727388"/>
    <w:rsid w:val="00745AB1"/>
    <w:rsid w:val="0074712F"/>
    <w:rsid w:val="00782096"/>
    <w:rsid w:val="007D5EC7"/>
    <w:rsid w:val="007E7665"/>
    <w:rsid w:val="007F0347"/>
    <w:rsid w:val="007F1215"/>
    <w:rsid w:val="0080323F"/>
    <w:rsid w:val="00804D55"/>
    <w:rsid w:val="00810A85"/>
    <w:rsid w:val="00830828"/>
    <w:rsid w:val="00844BBC"/>
    <w:rsid w:val="008464A5"/>
    <w:rsid w:val="008560C7"/>
    <w:rsid w:val="00867692"/>
    <w:rsid w:val="00875DE6"/>
    <w:rsid w:val="008A2C0A"/>
    <w:rsid w:val="008A6B17"/>
    <w:rsid w:val="008B5587"/>
    <w:rsid w:val="00910FF7"/>
    <w:rsid w:val="00923354"/>
    <w:rsid w:val="00931A8A"/>
    <w:rsid w:val="009425E0"/>
    <w:rsid w:val="00942B09"/>
    <w:rsid w:val="009607F8"/>
    <w:rsid w:val="00986768"/>
    <w:rsid w:val="00992282"/>
    <w:rsid w:val="009A219D"/>
    <w:rsid w:val="009C1166"/>
    <w:rsid w:val="009E07DC"/>
    <w:rsid w:val="009E250A"/>
    <w:rsid w:val="009E2742"/>
    <w:rsid w:val="009F120A"/>
    <w:rsid w:val="00A01999"/>
    <w:rsid w:val="00A06A5E"/>
    <w:rsid w:val="00A216E2"/>
    <w:rsid w:val="00A271C8"/>
    <w:rsid w:val="00A54FC3"/>
    <w:rsid w:val="00A62A77"/>
    <w:rsid w:val="00A743FF"/>
    <w:rsid w:val="00AB2F19"/>
    <w:rsid w:val="00AC0741"/>
    <w:rsid w:val="00AD05EC"/>
    <w:rsid w:val="00AD1706"/>
    <w:rsid w:val="00B04CB4"/>
    <w:rsid w:val="00B4677D"/>
    <w:rsid w:val="00B66DA8"/>
    <w:rsid w:val="00B7475F"/>
    <w:rsid w:val="00B84F48"/>
    <w:rsid w:val="00B93CD1"/>
    <w:rsid w:val="00BD14D8"/>
    <w:rsid w:val="00BF1E16"/>
    <w:rsid w:val="00C203AE"/>
    <w:rsid w:val="00C233C1"/>
    <w:rsid w:val="00C25698"/>
    <w:rsid w:val="00C27DFF"/>
    <w:rsid w:val="00C437EE"/>
    <w:rsid w:val="00C55FF9"/>
    <w:rsid w:val="00C56C44"/>
    <w:rsid w:val="00C656E3"/>
    <w:rsid w:val="00C86331"/>
    <w:rsid w:val="00C93402"/>
    <w:rsid w:val="00CB1475"/>
    <w:rsid w:val="00CC31A7"/>
    <w:rsid w:val="00CD3B24"/>
    <w:rsid w:val="00CE7C2F"/>
    <w:rsid w:val="00D00534"/>
    <w:rsid w:val="00D061A5"/>
    <w:rsid w:val="00D14963"/>
    <w:rsid w:val="00D178ED"/>
    <w:rsid w:val="00D17F30"/>
    <w:rsid w:val="00D440AE"/>
    <w:rsid w:val="00DD2E16"/>
    <w:rsid w:val="00DE5C0B"/>
    <w:rsid w:val="00DF374C"/>
    <w:rsid w:val="00E07577"/>
    <w:rsid w:val="00E33915"/>
    <w:rsid w:val="00E36C49"/>
    <w:rsid w:val="00E42389"/>
    <w:rsid w:val="00E62CD9"/>
    <w:rsid w:val="00E91F01"/>
    <w:rsid w:val="00EA01C8"/>
    <w:rsid w:val="00EA6B3A"/>
    <w:rsid w:val="00EB33B9"/>
    <w:rsid w:val="00EC29FF"/>
    <w:rsid w:val="00EE277A"/>
    <w:rsid w:val="00EF4111"/>
    <w:rsid w:val="00EF73E5"/>
    <w:rsid w:val="00F30F57"/>
    <w:rsid w:val="00F45E3F"/>
    <w:rsid w:val="00F50F65"/>
    <w:rsid w:val="00F516D9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C31115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0522E7"/>
    <w:rPr>
      <w:rFonts w:ascii="CG Omega" w:hAnsi="CG Omega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D50B6-2FED-4A15-8BA6-2536CFAF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2751</Words>
  <Characters>12243</Characters>
  <Application>Microsoft Office Word</Application>
  <DocSecurity>0</DocSecurity>
  <Lines>2040</Lines>
  <Paragraphs>1499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13495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6</cp:revision>
  <cp:lastPrinted>2013-11-14T13:48:00Z</cp:lastPrinted>
  <dcterms:created xsi:type="dcterms:W3CDTF">2024-08-26T14:32:00Z</dcterms:created>
  <dcterms:modified xsi:type="dcterms:W3CDTF">2024-08-26T14:35:00Z</dcterms:modified>
</cp:coreProperties>
</file>